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222CE7" w14:textId="77777777" w:rsidR="00394471" w:rsidRPr="00410E04" w:rsidRDefault="00780C80" w:rsidP="00A5395A">
      <w:pPr>
        <w:pStyle w:val="Headline"/>
        <w:spacing w:line="240" w:lineRule="auto"/>
      </w:pPr>
      <w:r>
        <w:t>Wissenschaftliche</w:t>
      </w:r>
      <w:r w:rsidR="00A81702">
        <w:t>r</w:t>
      </w:r>
      <w:r>
        <w:t xml:space="preserve"> Erfahrungsaustausch beim 8.</w:t>
      </w:r>
      <w:r w:rsidR="00A01D8C">
        <w:t xml:space="preserve"> FITBONE</w:t>
      </w:r>
      <w:r w:rsidR="00A01D8C" w:rsidRPr="004A6B30">
        <w:rPr>
          <w:vertAlign w:val="superscript"/>
        </w:rPr>
        <w:t>®</w:t>
      </w:r>
      <w:r w:rsidR="00A01D8C">
        <w:rPr>
          <w:vertAlign w:val="superscript"/>
        </w:rPr>
        <w:t xml:space="preserve"> </w:t>
      </w:r>
      <w:r w:rsidR="002076BE">
        <w:t xml:space="preserve">User </w:t>
      </w:r>
      <w:r w:rsidR="00C07EB8">
        <w:t>Meeting</w:t>
      </w:r>
      <w:r>
        <w:t xml:space="preserve"> in Stockholm</w:t>
      </w:r>
    </w:p>
    <w:p w14:paraId="18219733" w14:textId="77777777" w:rsidR="00394471" w:rsidRPr="000613E1" w:rsidRDefault="00394471" w:rsidP="00394471">
      <w:pPr>
        <w:pStyle w:val="Subheadline"/>
      </w:pPr>
    </w:p>
    <w:p w14:paraId="5BB24DFA" w14:textId="0103F531" w:rsidR="006E561A" w:rsidRDefault="00410E04" w:rsidP="00855DBB">
      <w:pPr>
        <w:pStyle w:val="Subheadline"/>
        <w:spacing w:line="260" w:lineRule="exact"/>
      </w:pPr>
      <w:r w:rsidRPr="008C768F">
        <w:t xml:space="preserve">Vom </w:t>
      </w:r>
      <w:r w:rsidR="00780C80">
        <w:t>21</w:t>
      </w:r>
      <w:r w:rsidRPr="008C768F">
        <w:t xml:space="preserve">. - </w:t>
      </w:r>
      <w:r w:rsidR="00780C80">
        <w:t>23</w:t>
      </w:r>
      <w:r w:rsidRPr="008C768F">
        <w:t xml:space="preserve">. </w:t>
      </w:r>
      <w:r w:rsidR="00780C80">
        <w:t>September</w:t>
      </w:r>
      <w:r w:rsidRPr="008C768F">
        <w:t xml:space="preserve"> 201</w:t>
      </w:r>
      <w:r w:rsidR="00780C80">
        <w:t>7</w:t>
      </w:r>
      <w:r w:rsidRPr="008C768F">
        <w:t xml:space="preserve"> fand in </w:t>
      </w:r>
      <w:r w:rsidR="00780C80" w:rsidRPr="00CC66A5">
        <w:rPr>
          <w:color w:val="auto"/>
        </w:rPr>
        <w:t>Stockholm</w:t>
      </w:r>
      <w:r w:rsidRPr="00CC66A5">
        <w:rPr>
          <w:color w:val="auto"/>
        </w:rPr>
        <w:t xml:space="preserve"> das </w:t>
      </w:r>
      <w:r w:rsidR="00780C80" w:rsidRPr="00CC66A5">
        <w:rPr>
          <w:color w:val="auto"/>
        </w:rPr>
        <w:t>8</w:t>
      </w:r>
      <w:r w:rsidRPr="00CC66A5">
        <w:rPr>
          <w:color w:val="auto"/>
        </w:rPr>
        <w:t xml:space="preserve">. </w:t>
      </w:r>
      <w:r w:rsidR="008C768F" w:rsidRPr="00CC66A5">
        <w:rPr>
          <w:color w:val="auto"/>
        </w:rPr>
        <w:t>FITBONE</w:t>
      </w:r>
      <w:r w:rsidR="008C768F" w:rsidRPr="00CC66A5">
        <w:rPr>
          <w:color w:val="auto"/>
          <w:vertAlign w:val="superscript"/>
        </w:rPr>
        <w:t>®</w:t>
      </w:r>
      <w:r w:rsidR="00877E78" w:rsidRPr="00CC66A5">
        <w:rPr>
          <w:color w:val="auto"/>
        </w:rPr>
        <w:t xml:space="preserve"> User Meeting statt, an dem rund</w:t>
      </w:r>
      <w:r w:rsidRPr="00CC66A5">
        <w:rPr>
          <w:color w:val="auto"/>
        </w:rPr>
        <w:t xml:space="preserve"> </w:t>
      </w:r>
      <w:r w:rsidR="002F4B6B" w:rsidRPr="00CC66A5">
        <w:rPr>
          <w:color w:val="auto"/>
        </w:rPr>
        <w:t xml:space="preserve">40 </w:t>
      </w:r>
      <w:r w:rsidRPr="00CC66A5">
        <w:rPr>
          <w:color w:val="auto"/>
        </w:rPr>
        <w:t xml:space="preserve">Teilnehmer aus </w:t>
      </w:r>
      <w:r w:rsidR="008C768F" w:rsidRPr="00CC66A5">
        <w:rPr>
          <w:color w:val="auto"/>
        </w:rPr>
        <w:t xml:space="preserve">weltweit </w:t>
      </w:r>
      <w:r w:rsidR="002F4B6B" w:rsidRPr="00CC66A5">
        <w:rPr>
          <w:color w:val="auto"/>
        </w:rPr>
        <w:t xml:space="preserve">9 </w:t>
      </w:r>
      <w:r w:rsidRPr="00CC66A5">
        <w:rPr>
          <w:color w:val="auto"/>
        </w:rPr>
        <w:t xml:space="preserve">Ländern </w:t>
      </w:r>
      <w:r w:rsidR="00877E78" w:rsidRPr="00CC66A5">
        <w:rPr>
          <w:color w:val="auto"/>
        </w:rPr>
        <w:t xml:space="preserve">teilnahmen. Im Mittelpunkt stand </w:t>
      </w:r>
      <w:r w:rsidR="00877E78">
        <w:t xml:space="preserve">der wissenschaftliche Erfahrungsaustausch </w:t>
      </w:r>
      <w:r w:rsidR="00855DBB">
        <w:t>der</w:t>
      </w:r>
      <w:r w:rsidR="00A046C6">
        <w:t xml:space="preserve"> </w:t>
      </w:r>
      <w:r w:rsidRPr="008C768F">
        <w:t>Mitglieder des</w:t>
      </w:r>
      <w:r w:rsidR="00A046C6">
        <w:t xml:space="preserve"> </w:t>
      </w:r>
      <w:r w:rsidR="00A046C6" w:rsidRPr="008C768F">
        <w:t>internationale</w:t>
      </w:r>
      <w:r w:rsidR="00A046C6">
        <w:t xml:space="preserve">n </w:t>
      </w:r>
      <w:r w:rsidR="00A046C6" w:rsidRPr="008C768F">
        <w:t>Center of Excellence-Netzwerks</w:t>
      </w:r>
      <w:r w:rsidR="00855DBB">
        <w:t xml:space="preserve"> (COE) - einem Netzwerk</w:t>
      </w:r>
      <w:r w:rsidR="00A046C6">
        <w:t xml:space="preserve"> </w:t>
      </w:r>
      <w:r w:rsidR="004B4462">
        <w:t xml:space="preserve">bestehend aus speziell geschulten </w:t>
      </w:r>
      <w:r w:rsidR="00A046C6">
        <w:t>Expe</w:t>
      </w:r>
      <w:r w:rsidR="004B4462">
        <w:t>rten im Bereich der Extremitätenchirurgie</w:t>
      </w:r>
      <w:r w:rsidR="00C07EB8">
        <w:t xml:space="preserve"> </w:t>
      </w:r>
      <w:r w:rsidR="00855DBB">
        <w:t>-</w:t>
      </w:r>
      <w:r w:rsidRPr="008C768F">
        <w:t xml:space="preserve"> </w:t>
      </w:r>
      <w:r w:rsidR="00855DBB">
        <w:t>zum</w:t>
      </w:r>
      <w:r w:rsidRPr="008C768F">
        <w:t xml:space="preserve"> </w:t>
      </w:r>
      <w:r w:rsidR="00A01D8C">
        <w:t>voll</w:t>
      </w:r>
      <w:r w:rsidRPr="008C768F">
        <w:t xml:space="preserve">implantierbaren </w:t>
      </w:r>
      <w:r w:rsidR="00C76D5E">
        <w:t>Verlängerungsm</w:t>
      </w:r>
      <w:r w:rsidRPr="008C768F">
        <w:t xml:space="preserve">arknagel </w:t>
      </w:r>
      <w:r w:rsidR="008C768F" w:rsidRPr="00456454">
        <w:t>FITBONE</w:t>
      </w:r>
      <w:r w:rsidR="008C768F" w:rsidRPr="00456454">
        <w:rPr>
          <w:vertAlign w:val="superscript"/>
        </w:rPr>
        <w:t>®</w:t>
      </w:r>
      <w:r w:rsidRPr="008C768F">
        <w:t xml:space="preserve">. </w:t>
      </w:r>
      <w:r w:rsidR="00855DBB">
        <w:t>Zahlreiche Vorträge</w:t>
      </w:r>
      <w:r w:rsidRPr="008C768F">
        <w:t xml:space="preserve"> und Diskussionsforen </w:t>
      </w:r>
      <w:r w:rsidR="00855DBB">
        <w:t xml:space="preserve">brachten die Teilnehmer auf den aktuellsten Stand in Sachen Behandlungsmöglichkeiten, </w:t>
      </w:r>
      <w:r w:rsidR="004B4462">
        <w:t>technische Neuerungen und</w:t>
      </w:r>
      <w:r w:rsidRPr="008C768F">
        <w:t xml:space="preserve"> Operations</w:t>
      </w:r>
      <w:r w:rsidR="00A01D8C">
        <w:t>techniken</w:t>
      </w:r>
      <w:r w:rsidR="00855DBB">
        <w:t>.</w:t>
      </w:r>
    </w:p>
    <w:p w14:paraId="6266507A" w14:textId="77777777" w:rsidR="00855DBB" w:rsidRPr="008C768F" w:rsidRDefault="00855DBB" w:rsidP="00855DBB">
      <w:pPr>
        <w:pStyle w:val="Subheadline"/>
        <w:spacing w:line="260" w:lineRule="exact"/>
      </w:pPr>
    </w:p>
    <w:p w14:paraId="0A2A3E4D" w14:textId="4EC91065" w:rsidR="000E7405" w:rsidRDefault="00E9507C" w:rsidP="008C768F">
      <w:pPr>
        <w:autoSpaceDE w:val="0"/>
        <w:autoSpaceDN w:val="0"/>
        <w:adjustRightInd w:val="0"/>
        <w:spacing w:line="260" w:lineRule="exact"/>
        <w:rPr>
          <w:rFonts w:ascii="Arial" w:hAnsi="Arial" w:cs="Arial"/>
          <w:spacing w:val="10"/>
          <w:sz w:val="20"/>
          <w:szCs w:val="20"/>
        </w:rPr>
      </w:pPr>
      <w:r>
        <w:rPr>
          <w:rFonts w:ascii="Arial" w:hAnsi="Arial" w:cs="Arial"/>
          <w:spacing w:val="10"/>
          <w:sz w:val="20"/>
          <w:szCs w:val="20"/>
        </w:rPr>
        <w:t xml:space="preserve">Das User Meeting findet jährlich an einem anderen internationalen Standort statt. </w:t>
      </w:r>
      <w:r w:rsidR="00A01D8C">
        <w:rPr>
          <w:rFonts w:ascii="Arial" w:hAnsi="Arial" w:cs="Arial"/>
          <w:spacing w:val="10"/>
          <w:sz w:val="20"/>
          <w:szCs w:val="20"/>
        </w:rPr>
        <w:t>Veranstaltet</w:t>
      </w:r>
      <w:r w:rsidR="00A01D8C" w:rsidRPr="003F308A">
        <w:rPr>
          <w:rFonts w:ascii="Arial" w:hAnsi="Arial" w:cs="Arial"/>
          <w:spacing w:val="10"/>
          <w:sz w:val="20"/>
          <w:szCs w:val="20"/>
        </w:rPr>
        <w:t xml:space="preserve"> </w:t>
      </w:r>
      <w:r w:rsidR="00410E04" w:rsidRPr="003F308A">
        <w:rPr>
          <w:rFonts w:ascii="Arial" w:hAnsi="Arial" w:cs="Arial"/>
          <w:spacing w:val="10"/>
          <w:sz w:val="20"/>
          <w:szCs w:val="20"/>
        </w:rPr>
        <w:t>wurde das</w:t>
      </w:r>
      <w:r>
        <w:rPr>
          <w:rFonts w:ascii="Arial" w:hAnsi="Arial" w:cs="Arial"/>
          <w:spacing w:val="10"/>
          <w:sz w:val="20"/>
          <w:szCs w:val="20"/>
        </w:rPr>
        <w:t xml:space="preserve"> diesjährige</w:t>
      </w:r>
      <w:r w:rsidR="00410E04" w:rsidRPr="003F308A">
        <w:rPr>
          <w:rFonts w:ascii="Arial" w:hAnsi="Arial" w:cs="Arial"/>
          <w:spacing w:val="10"/>
          <w:sz w:val="20"/>
          <w:szCs w:val="20"/>
        </w:rPr>
        <w:t xml:space="preserve"> User Meeting von der WITTENSTEIN intens GmbH, Igersheim</w:t>
      </w:r>
      <w:r w:rsidR="004B4462">
        <w:rPr>
          <w:rFonts w:ascii="Arial" w:hAnsi="Arial" w:cs="Arial"/>
          <w:spacing w:val="10"/>
          <w:sz w:val="20"/>
          <w:szCs w:val="20"/>
        </w:rPr>
        <w:t xml:space="preserve"> </w:t>
      </w:r>
      <w:r w:rsidR="00A01D8C">
        <w:rPr>
          <w:rFonts w:ascii="Arial" w:hAnsi="Arial" w:cs="Arial"/>
          <w:spacing w:val="10"/>
          <w:sz w:val="20"/>
          <w:szCs w:val="20"/>
        </w:rPr>
        <w:t>in Kooperation</w:t>
      </w:r>
      <w:r w:rsidR="004C0690">
        <w:rPr>
          <w:rFonts w:ascii="Arial" w:hAnsi="Arial" w:cs="Arial"/>
          <w:spacing w:val="10"/>
          <w:sz w:val="20"/>
          <w:szCs w:val="20"/>
        </w:rPr>
        <w:t xml:space="preserve"> mit dem</w:t>
      </w:r>
      <w:r w:rsidR="00A01D8C">
        <w:rPr>
          <w:rFonts w:ascii="Arial" w:hAnsi="Arial" w:cs="Arial"/>
          <w:spacing w:val="10"/>
          <w:sz w:val="20"/>
          <w:szCs w:val="20"/>
        </w:rPr>
        <w:t xml:space="preserve"> </w:t>
      </w:r>
      <w:r w:rsidR="00780C80">
        <w:rPr>
          <w:rFonts w:ascii="Arial" w:hAnsi="Arial" w:cs="Arial"/>
          <w:spacing w:val="10"/>
          <w:sz w:val="20"/>
          <w:szCs w:val="20"/>
        </w:rPr>
        <w:t>schwedischen FITBONE</w:t>
      </w:r>
      <w:r w:rsidR="00780C80" w:rsidRPr="00A81702">
        <w:rPr>
          <w:rFonts w:ascii="Arial" w:hAnsi="Arial" w:cs="Arial"/>
          <w:spacing w:val="10"/>
          <w:sz w:val="20"/>
          <w:szCs w:val="20"/>
          <w:vertAlign w:val="superscript"/>
        </w:rPr>
        <w:t>®</w:t>
      </w:r>
      <w:r w:rsidR="00780C80">
        <w:rPr>
          <w:rFonts w:ascii="Arial" w:hAnsi="Arial" w:cs="Arial"/>
          <w:spacing w:val="10"/>
          <w:sz w:val="20"/>
          <w:szCs w:val="20"/>
        </w:rPr>
        <w:t xml:space="preserve"> C</w:t>
      </w:r>
      <w:r w:rsidR="00E10F1E">
        <w:rPr>
          <w:rFonts w:ascii="Arial" w:hAnsi="Arial" w:cs="Arial"/>
          <w:spacing w:val="10"/>
          <w:sz w:val="20"/>
          <w:szCs w:val="20"/>
        </w:rPr>
        <w:t>enter of Excellence</w:t>
      </w:r>
      <w:r w:rsidR="00780C80">
        <w:rPr>
          <w:rFonts w:ascii="Arial" w:hAnsi="Arial" w:cs="Arial"/>
          <w:spacing w:val="10"/>
          <w:sz w:val="20"/>
          <w:szCs w:val="20"/>
        </w:rPr>
        <w:t xml:space="preserve"> in Stockholm.</w:t>
      </w:r>
      <w:r w:rsidR="00410E04" w:rsidRPr="003F308A">
        <w:rPr>
          <w:rFonts w:ascii="Arial" w:hAnsi="Arial" w:cs="Arial"/>
          <w:spacing w:val="10"/>
          <w:sz w:val="20"/>
          <w:szCs w:val="20"/>
        </w:rPr>
        <w:t xml:space="preserve"> </w:t>
      </w:r>
    </w:p>
    <w:p w14:paraId="11A4CB9E" w14:textId="77777777" w:rsidR="000E7405" w:rsidRDefault="000E7405" w:rsidP="008C768F">
      <w:pPr>
        <w:autoSpaceDE w:val="0"/>
        <w:autoSpaceDN w:val="0"/>
        <w:adjustRightInd w:val="0"/>
        <w:spacing w:line="260" w:lineRule="exact"/>
        <w:rPr>
          <w:rFonts w:ascii="Arial" w:hAnsi="Arial" w:cs="Arial"/>
          <w:spacing w:val="10"/>
          <w:sz w:val="20"/>
          <w:szCs w:val="20"/>
        </w:rPr>
      </w:pPr>
    </w:p>
    <w:p w14:paraId="7A243659" w14:textId="77777777" w:rsidR="00FE3625" w:rsidRDefault="009B7994" w:rsidP="008C768F">
      <w:pPr>
        <w:autoSpaceDE w:val="0"/>
        <w:autoSpaceDN w:val="0"/>
        <w:adjustRightInd w:val="0"/>
        <w:spacing w:line="260" w:lineRule="exact"/>
        <w:rPr>
          <w:rFonts w:ascii="Arial" w:hAnsi="Arial" w:cs="Arial"/>
          <w:b/>
          <w:spacing w:val="10"/>
          <w:sz w:val="20"/>
          <w:szCs w:val="20"/>
        </w:rPr>
      </w:pPr>
      <w:r w:rsidRPr="009B7994">
        <w:rPr>
          <w:rFonts w:ascii="Arial" w:hAnsi="Arial" w:cs="Arial"/>
          <w:b/>
          <w:spacing w:val="10"/>
          <w:sz w:val="20"/>
          <w:szCs w:val="20"/>
        </w:rPr>
        <w:t>Experten geben jahrelange Erfahrung weiter</w:t>
      </w:r>
    </w:p>
    <w:p w14:paraId="5A45FF3F" w14:textId="77777777" w:rsidR="00C256E5" w:rsidRDefault="00C256E5" w:rsidP="008C768F">
      <w:pPr>
        <w:autoSpaceDE w:val="0"/>
        <w:autoSpaceDN w:val="0"/>
        <w:adjustRightInd w:val="0"/>
        <w:spacing w:line="260" w:lineRule="exact"/>
        <w:rPr>
          <w:rFonts w:ascii="Arial" w:hAnsi="Arial" w:cs="Arial"/>
          <w:b/>
          <w:spacing w:val="10"/>
          <w:sz w:val="20"/>
          <w:szCs w:val="20"/>
        </w:rPr>
      </w:pPr>
    </w:p>
    <w:p w14:paraId="4A5E0B19" w14:textId="1F32194D" w:rsidR="001D00A0" w:rsidRDefault="00822892" w:rsidP="008C768F">
      <w:pPr>
        <w:autoSpaceDE w:val="0"/>
        <w:autoSpaceDN w:val="0"/>
        <w:adjustRightInd w:val="0"/>
        <w:spacing w:line="260" w:lineRule="exact"/>
        <w:rPr>
          <w:rFonts w:ascii="Arial" w:hAnsi="Arial" w:cs="Arial"/>
          <w:spacing w:val="10"/>
          <w:sz w:val="20"/>
          <w:szCs w:val="20"/>
        </w:rPr>
      </w:pPr>
      <w:r>
        <w:rPr>
          <w:rFonts w:ascii="Arial" w:hAnsi="Arial" w:cs="Arial"/>
          <w:spacing w:val="10"/>
          <w:sz w:val="20"/>
          <w:szCs w:val="20"/>
        </w:rPr>
        <w:t xml:space="preserve">Das COE-Netzwerk setzt sich aus qualifizierten Experten zusammen, die </w:t>
      </w:r>
      <w:r w:rsidR="009B7994" w:rsidRPr="009B7994">
        <w:rPr>
          <w:rFonts w:ascii="Arial" w:hAnsi="Arial" w:cs="Arial"/>
          <w:spacing w:val="10"/>
          <w:sz w:val="20"/>
          <w:szCs w:val="20"/>
        </w:rPr>
        <w:t xml:space="preserve">eine ausgewiesene Erfahrung </w:t>
      </w:r>
      <w:r>
        <w:rPr>
          <w:rFonts w:ascii="Arial" w:hAnsi="Arial" w:cs="Arial"/>
          <w:spacing w:val="10"/>
          <w:sz w:val="20"/>
          <w:szCs w:val="20"/>
        </w:rPr>
        <w:t xml:space="preserve">und die Motivation mitbringen, </w:t>
      </w:r>
      <w:r w:rsidR="009B7994" w:rsidRPr="009B7994">
        <w:rPr>
          <w:rFonts w:ascii="Arial" w:hAnsi="Arial" w:cs="Arial"/>
          <w:spacing w:val="10"/>
          <w:sz w:val="20"/>
          <w:szCs w:val="20"/>
        </w:rPr>
        <w:t>bei der Verlängerung von Extremitäten und der Korrektur von Deformitäten eine führende Rolle zu spielen</w:t>
      </w:r>
      <w:r w:rsidR="007A3FFC">
        <w:rPr>
          <w:rFonts w:ascii="Arial" w:hAnsi="Arial" w:cs="Arial"/>
          <w:spacing w:val="10"/>
          <w:sz w:val="20"/>
          <w:szCs w:val="20"/>
        </w:rPr>
        <w:t>.“ erklärt Roman Stauch, Geschäftsführer bei WITTENSTEIN intens</w:t>
      </w:r>
      <w:r w:rsidR="002B0B89">
        <w:rPr>
          <w:rFonts w:ascii="Arial" w:hAnsi="Arial" w:cs="Arial"/>
          <w:spacing w:val="10"/>
          <w:sz w:val="20"/>
          <w:szCs w:val="20"/>
        </w:rPr>
        <w:t xml:space="preserve"> GmbH</w:t>
      </w:r>
      <w:r w:rsidR="007A3FFC">
        <w:rPr>
          <w:rFonts w:ascii="Arial" w:hAnsi="Arial" w:cs="Arial"/>
          <w:spacing w:val="10"/>
          <w:sz w:val="20"/>
          <w:szCs w:val="20"/>
        </w:rPr>
        <w:t xml:space="preserve">. „Ohne den Erfahrungsaustausch untereinander </w:t>
      </w:r>
      <w:r w:rsidR="00BA194D">
        <w:rPr>
          <w:rFonts w:ascii="Arial" w:hAnsi="Arial" w:cs="Arial"/>
          <w:spacing w:val="10"/>
          <w:sz w:val="20"/>
          <w:szCs w:val="20"/>
        </w:rPr>
        <w:t>kann</w:t>
      </w:r>
      <w:r w:rsidR="007A3FFC">
        <w:rPr>
          <w:rFonts w:ascii="Arial" w:hAnsi="Arial" w:cs="Arial"/>
          <w:spacing w:val="10"/>
          <w:sz w:val="20"/>
          <w:szCs w:val="20"/>
        </w:rPr>
        <w:t xml:space="preserve"> keine Weiterentwicklung stattfinden</w:t>
      </w:r>
      <w:r w:rsidR="00430484">
        <w:rPr>
          <w:rFonts w:ascii="Arial" w:hAnsi="Arial" w:cs="Arial"/>
          <w:spacing w:val="10"/>
          <w:sz w:val="20"/>
          <w:szCs w:val="20"/>
        </w:rPr>
        <w:t xml:space="preserve"> </w:t>
      </w:r>
      <w:r w:rsidR="007A3FFC">
        <w:rPr>
          <w:rFonts w:ascii="Arial" w:hAnsi="Arial" w:cs="Arial"/>
          <w:spacing w:val="10"/>
          <w:sz w:val="20"/>
          <w:szCs w:val="20"/>
        </w:rPr>
        <w:t>–</w:t>
      </w:r>
      <w:r w:rsidR="00BA194D">
        <w:rPr>
          <w:rFonts w:ascii="Arial" w:hAnsi="Arial" w:cs="Arial"/>
          <w:spacing w:val="10"/>
          <w:sz w:val="20"/>
          <w:szCs w:val="20"/>
        </w:rPr>
        <w:t xml:space="preserve"> umso mehr</w:t>
      </w:r>
      <w:r w:rsidR="007A3FFC">
        <w:rPr>
          <w:rFonts w:ascii="Arial" w:hAnsi="Arial" w:cs="Arial"/>
          <w:spacing w:val="10"/>
          <w:sz w:val="20"/>
          <w:szCs w:val="20"/>
        </w:rPr>
        <w:t xml:space="preserve"> freut es uns, jedes Jahr aufs Neue hochkarätige </w:t>
      </w:r>
      <w:r w:rsidR="00BA194D">
        <w:rPr>
          <w:rFonts w:ascii="Arial" w:hAnsi="Arial" w:cs="Arial"/>
          <w:spacing w:val="10"/>
          <w:sz w:val="20"/>
          <w:szCs w:val="20"/>
        </w:rPr>
        <w:t>Vorträge</w:t>
      </w:r>
      <w:r w:rsidR="007A3FFC">
        <w:rPr>
          <w:rFonts w:ascii="Arial" w:hAnsi="Arial" w:cs="Arial"/>
          <w:spacing w:val="10"/>
          <w:sz w:val="20"/>
          <w:szCs w:val="20"/>
        </w:rPr>
        <w:t xml:space="preserve"> im Rahmen unseres </w:t>
      </w:r>
      <w:r w:rsidR="00BA194D">
        <w:rPr>
          <w:rFonts w:ascii="Arial" w:hAnsi="Arial" w:cs="Arial"/>
          <w:spacing w:val="10"/>
          <w:sz w:val="20"/>
          <w:szCs w:val="20"/>
        </w:rPr>
        <w:t>FITBONE</w:t>
      </w:r>
      <w:r w:rsidR="00BA194D" w:rsidRPr="00BA194D">
        <w:rPr>
          <w:rFonts w:ascii="Arial" w:hAnsi="Arial" w:cs="Arial"/>
          <w:spacing w:val="10"/>
          <w:sz w:val="20"/>
          <w:szCs w:val="20"/>
          <w:vertAlign w:val="superscript"/>
        </w:rPr>
        <w:t>®</w:t>
      </w:r>
      <w:r w:rsidR="00BA194D">
        <w:rPr>
          <w:rFonts w:ascii="Arial" w:hAnsi="Arial" w:cs="Arial"/>
          <w:spacing w:val="10"/>
          <w:sz w:val="20"/>
          <w:szCs w:val="20"/>
        </w:rPr>
        <w:t xml:space="preserve"> </w:t>
      </w:r>
      <w:r w:rsidR="007A3FFC">
        <w:rPr>
          <w:rFonts w:ascii="Arial" w:hAnsi="Arial" w:cs="Arial"/>
          <w:spacing w:val="10"/>
          <w:sz w:val="20"/>
          <w:szCs w:val="20"/>
        </w:rPr>
        <w:t xml:space="preserve">User Meetings </w:t>
      </w:r>
      <w:r w:rsidR="00BA194D">
        <w:rPr>
          <w:rFonts w:ascii="Arial" w:hAnsi="Arial" w:cs="Arial"/>
          <w:spacing w:val="10"/>
          <w:sz w:val="20"/>
          <w:szCs w:val="20"/>
        </w:rPr>
        <w:t>organisieren</w:t>
      </w:r>
      <w:r w:rsidR="007A3FFC">
        <w:rPr>
          <w:rFonts w:ascii="Arial" w:hAnsi="Arial" w:cs="Arial"/>
          <w:spacing w:val="10"/>
          <w:sz w:val="20"/>
          <w:szCs w:val="20"/>
        </w:rPr>
        <w:t xml:space="preserve"> zu dürfen.“, nimmt Stauch Bezug auf </w:t>
      </w:r>
      <w:r w:rsidR="00BA194D">
        <w:rPr>
          <w:rFonts w:ascii="Arial" w:hAnsi="Arial" w:cs="Arial"/>
          <w:spacing w:val="10"/>
          <w:sz w:val="20"/>
          <w:szCs w:val="20"/>
        </w:rPr>
        <w:t xml:space="preserve">die Referenten, die in Stockholm u.a. die Themen Vor- und Nachteile von </w:t>
      </w:r>
      <w:r>
        <w:rPr>
          <w:rFonts w:ascii="Arial" w:hAnsi="Arial" w:cs="Arial"/>
          <w:spacing w:val="10"/>
          <w:sz w:val="20"/>
          <w:szCs w:val="20"/>
        </w:rPr>
        <w:t>Wachstums</w:t>
      </w:r>
      <w:r w:rsidR="00BA194D">
        <w:rPr>
          <w:rFonts w:ascii="Arial" w:hAnsi="Arial" w:cs="Arial"/>
          <w:spacing w:val="10"/>
          <w:sz w:val="20"/>
          <w:szCs w:val="20"/>
        </w:rPr>
        <w:t>prothesen</w:t>
      </w:r>
      <w:r w:rsidR="00AE0190">
        <w:rPr>
          <w:rFonts w:ascii="Arial" w:hAnsi="Arial" w:cs="Arial"/>
          <w:spacing w:val="10"/>
          <w:sz w:val="20"/>
          <w:szCs w:val="20"/>
        </w:rPr>
        <w:t xml:space="preserve"> </w:t>
      </w:r>
      <w:r w:rsidR="00BA194D">
        <w:rPr>
          <w:rFonts w:ascii="Arial" w:hAnsi="Arial" w:cs="Arial"/>
          <w:spacing w:val="10"/>
          <w:sz w:val="20"/>
          <w:szCs w:val="20"/>
        </w:rPr>
        <w:t xml:space="preserve">und </w:t>
      </w:r>
      <w:r w:rsidR="00FD4677">
        <w:rPr>
          <w:rFonts w:ascii="Arial" w:hAnsi="Arial" w:cs="Arial"/>
          <w:spacing w:val="10"/>
          <w:sz w:val="20"/>
          <w:szCs w:val="20"/>
        </w:rPr>
        <w:t>p</w:t>
      </w:r>
      <w:r w:rsidR="00BA194D">
        <w:rPr>
          <w:rFonts w:ascii="Arial" w:hAnsi="Arial" w:cs="Arial"/>
          <w:spacing w:val="10"/>
          <w:sz w:val="20"/>
          <w:szCs w:val="20"/>
        </w:rPr>
        <w:t xml:space="preserve">räoperative </w:t>
      </w:r>
      <w:r w:rsidR="00FD4677">
        <w:rPr>
          <w:rFonts w:ascii="Arial" w:hAnsi="Arial" w:cs="Arial"/>
          <w:spacing w:val="10"/>
          <w:sz w:val="20"/>
          <w:szCs w:val="20"/>
        </w:rPr>
        <w:t xml:space="preserve">Planungsmethoden wissenschaftlich beleuchteten. </w:t>
      </w:r>
    </w:p>
    <w:p w14:paraId="14DC978D" w14:textId="77777777" w:rsidR="002C3DE8" w:rsidRDefault="002C3DE8" w:rsidP="008C768F">
      <w:pPr>
        <w:autoSpaceDE w:val="0"/>
        <w:autoSpaceDN w:val="0"/>
        <w:adjustRightInd w:val="0"/>
        <w:spacing w:line="260" w:lineRule="exact"/>
        <w:rPr>
          <w:rFonts w:ascii="Arial" w:hAnsi="Arial" w:cs="Arial"/>
          <w:spacing w:val="10"/>
          <w:sz w:val="20"/>
          <w:szCs w:val="20"/>
        </w:rPr>
      </w:pPr>
    </w:p>
    <w:p w14:paraId="6DAEAB0D" w14:textId="77777777" w:rsidR="002C3DE8" w:rsidRPr="0030138F" w:rsidRDefault="0030138F" w:rsidP="008C768F">
      <w:pPr>
        <w:autoSpaceDE w:val="0"/>
        <w:autoSpaceDN w:val="0"/>
        <w:adjustRightInd w:val="0"/>
        <w:spacing w:line="260" w:lineRule="exact"/>
        <w:rPr>
          <w:rFonts w:ascii="Arial" w:hAnsi="Arial" w:cs="Arial"/>
          <w:b/>
          <w:spacing w:val="10"/>
          <w:sz w:val="20"/>
          <w:szCs w:val="20"/>
        </w:rPr>
      </w:pPr>
      <w:r w:rsidRPr="0030138F">
        <w:rPr>
          <w:rFonts w:ascii="Arial" w:hAnsi="Arial" w:cs="Arial"/>
          <w:b/>
          <w:spacing w:val="10"/>
          <w:sz w:val="20"/>
          <w:szCs w:val="20"/>
        </w:rPr>
        <w:t>Praxis zum Anfassen</w:t>
      </w:r>
    </w:p>
    <w:p w14:paraId="60E4FFB7" w14:textId="77777777" w:rsidR="007A3FFC" w:rsidRDefault="007A3FFC" w:rsidP="008C768F">
      <w:pPr>
        <w:autoSpaceDE w:val="0"/>
        <w:autoSpaceDN w:val="0"/>
        <w:adjustRightInd w:val="0"/>
        <w:spacing w:line="260" w:lineRule="exact"/>
        <w:rPr>
          <w:rFonts w:ascii="Arial" w:hAnsi="Arial" w:cs="Arial"/>
          <w:spacing w:val="10"/>
          <w:sz w:val="20"/>
          <w:szCs w:val="20"/>
        </w:rPr>
      </w:pPr>
    </w:p>
    <w:p w14:paraId="4C330232" w14:textId="029349DC" w:rsidR="001D00A0" w:rsidRDefault="00136714" w:rsidP="008C768F">
      <w:pPr>
        <w:autoSpaceDE w:val="0"/>
        <w:autoSpaceDN w:val="0"/>
        <w:adjustRightInd w:val="0"/>
        <w:spacing w:line="260" w:lineRule="exact"/>
        <w:rPr>
          <w:rFonts w:ascii="Arial" w:hAnsi="Arial" w:cs="Arial"/>
          <w:spacing w:val="10"/>
          <w:sz w:val="20"/>
          <w:szCs w:val="20"/>
        </w:rPr>
      </w:pPr>
      <w:r>
        <w:rPr>
          <w:rFonts w:ascii="Arial" w:hAnsi="Arial" w:cs="Arial"/>
          <w:spacing w:val="10"/>
          <w:sz w:val="20"/>
          <w:szCs w:val="20"/>
        </w:rPr>
        <w:t>Achs- und Torsionskorrekturen bilden das Einsatzgebiet des intramedullären Verlängerungssystems FITBONE</w:t>
      </w:r>
      <w:r w:rsidRPr="00136714">
        <w:rPr>
          <w:rFonts w:ascii="Arial" w:hAnsi="Arial" w:cs="Arial"/>
          <w:spacing w:val="10"/>
          <w:sz w:val="20"/>
          <w:szCs w:val="20"/>
          <w:vertAlign w:val="superscript"/>
        </w:rPr>
        <w:t>®</w:t>
      </w:r>
      <w:r>
        <w:rPr>
          <w:rFonts w:ascii="Arial" w:hAnsi="Arial" w:cs="Arial"/>
          <w:spacing w:val="10"/>
          <w:sz w:val="20"/>
          <w:szCs w:val="20"/>
        </w:rPr>
        <w:t xml:space="preserve">, welches über ein externes Steuerungsset </w:t>
      </w:r>
      <w:r w:rsidR="00B67F2B">
        <w:rPr>
          <w:rFonts w:ascii="Arial" w:hAnsi="Arial" w:cs="Arial"/>
          <w:spacing w:val="10"/>
          <w:sz w:val="20"/>
          <w:szCs w:val="20"/>
        </w:rPr>
        <w:t>mit mehrfacher Feedbackfunktion</w:t>
      </w:r>
      <w:r w:rsidR="002B0B89">
        <w:rPr>
          <w:rFonts w:ascii="Arial" w:hAnsi="Arial" w:cs="Arial"/>
          <w:spacing w:val="10"/>
          <w:sz w:val="20"/>
          <w:szCs w:val="20"/>
        </w:rPr>
        <w:t xml:space="preserve"> durch den Patienten</w:t>
      </w:r>
      <w:bookmarkStart w:id="0" w:name="_GoBack"/>
      <w:bookmarkEnd w:id="0"/>
      <w:r w:rsidR="00B67F2B">
        <w:rPr>
          <w:rFonts w:ascii="Arial" w:hAnsi="Arial" w:cs="Arial"/>
          <w:spacing w:val="10"/>
          <w:sz w:val="20"/>
          <w:szCs w:val="20"/>
        </w:rPr>
        <w:t xml:space="preserve"> </w:t>
      </w:r>
      <w:r>
        <w:rPr>
          <w:rFonts w:ascii="Arial" w:hAnsi="Arial" w:cs="Arial"/>
          <w:spacing w:val="10"/>
          <w:sz w:val="20"/>
          <w:szCs w:val="20"/>
        </w:rPr>
        <w:t>bedient wird.</w:t>
      </w:r>
      <w:r w:rsidR="001044BF">
        <w:rPr>
          <w:rFonts w:ascii="Arial" w:hAnsi="Arial" w:cs="Arial"/>
          <w:spacing w:val="10"/>
          <w:sz w:val="20"/>
          <w:szCs w:val="20"/>
        </w:rPr>
        <w:t xml:space="preserve"> Das handliche, kontrollierbare und zuverlässige Implantat liefert darüber hinaus </w:t>
      </w:r>
      <w:r w:rsidR="00732F45">
        <w:rPr>
          <w:rFonts w:ascii="Arial" w:hAnsi="Arial" w:cs="Arial"/>
          <w:spacing w:val="10"/>
          <w:sz w:val="20"/>
          <w:szCs w:val="20"/>
        </w:rPr>
        <w:t>kosmetisch perfekte Ergebnisse. Auch</w:t>
      </w:r>
      <w:r w:rsidR="00181D82">
        <w:rPr>
          <w:rFonts w:ascii="Arial" w:hAnsi="Arial" w:cs="Arial"/>
          <w:spacing w:val="10"/>
          <w:sz w:val="20"/>
          <w:szCs w:val="20"/>
        </w:rPr>
        <w:t xml:space="preserve"> in sehr individuellen Fällen müssen Lösungen für die minimalinvasive Operationstechnik gefunden werden. Anhand </w:t>
      </w:r>
      <w:r w:rsidR="00181D82">
        <w:rPr>
          <w:rFonts w:ascii="Arial" w:hAnsi="Arial" w:cs="Arial"/>
          <w:spacing w:val="10"/>
          <w:sz w:val="20"/>
          <w:szCs w:val="20"/>
        </w:rPr>
        <w:lastRenderedPageBreak/>
        <w:t xml:space="preserve">einiger Beispiele aus der Praxis wurden auf dem 8. FITBONE® User Meeting daher besonders schwierige Fälle der </w:t>
      </w:r>
      <w:r w:rsidR="00B67F2B">
        <w:rPr>
          <w:rFonts w:ascii="Arial" w:hAnsi="Arial" w:cs="Arial"/>
          <w:spacing w:val="10"/>
          <w:sz w:val="20"/>
          <w:szCs w:val="20"/>
        </w:rPr>
        <w:t xml:space="preserve">Extremitätenkorrekturen </w:t>
      </w:r>
      <w:r w:rsidR="00181D82">
        <w:rPr>
          <w:rFonts w:ascii="Arial" w:hAnsi="Arial" w:cs="Arial"/>
          <w:spacing w:val="10"/>
          <w:sz w:val="20"/>
          <w:szCs w:val="20"/>
        </w:rPr>
        <w:t>gezeigt und diskutiert. I</w:t>
      </w:r>
      <w:r w:rsidR="00DD7419" w:rsidRPr="00DD7419">
        <w:rPr>
          <w:rFonts w:ascii="Arial" w:hAnsi="Arial" w:cs="Arial"/>
          <w:spacing w:val="10"/>
          <w:sz w:val="20"/>
          <w:szCs w:val="20"/>
        </w:rPr>
        <w:t xml:space="preserve">m Rahmen eines </w:t>
      </w:r>
      <w:r w:rsidR="00DD7419">
        <w:rPr>
          <w:rFonts w:ascii="Arial" w:hAnsi="Arial" w:cs="Arial"/>
          <w:spacing w:val="10"/>
          <w:sz w:val="20"/>
          <w:szCs w:val="20"/>
        </w:rPr>
        <w:t xml:space="preserve">interaktiven Planungsworkshops stellte Prof. Dr. Baumgart, Leiter des Zentrums für korrigierende und rekonstruktive Extremitätenchirurgie (ZEM) München, den Teilnehmern </w:t>
      </w:r>
      <w:r w:rsidR="00181D82">
        <w:rPr>
          <w:rFonts w:ascii="Arial" w:hAnsi="Arial" w:cs="Arial"/>
          <w:spacing w:val="10"/>
          <w:sz w:val="20"/>
          <w:szCs w:val="20"/>
        </w:rPr>
        <w:t xml:space="preserve">außerdem </w:t>
      </w:r>
      <w:r w:rsidR="00DD7419">
        <w:rPr>
          <w:rFonts w:ascii="Arial" w:hAnsi="Arial" w:cs="Arial"/>
          <w:spacing w:val="10"/>
          <w:sz w:val="20"/>
          <w:szCs w:val="20"/>
        </w:rPr>
        <w:t xml:space="preserve">die Reverse Planning Method (RPM) </w:t>
      </w:r>
      <w:r w:rsidR="00E10F1E">
        <w:rPr>
          <w:rFonts w:ascii="Arial" w:hAnsi="Arial" w:cs="Arial"/>
          <w:spacing w:val="10"/>
          <w:sz w:val="20"/>
          <w:szCs w:val="20"/>
        </w:rPr>
        <w:t xml:space="preserve">anschaulich und praxisbezogen </w:t>
      </w:r>
      <w:r w:rsidR="00DD7419">
        <w:rPr>
          <w:rFonts w:ascii="Arial" w:hAnsi="Arial" w:cs="Arial"/>
          <w:spacing w:val="10"/>
          <w:sz w:val="20"/>
          <w:szCs w:val="20"/>
        </w:rPr>
        <w:t xml:space="preserve">vor. </w:t>
      </w:r>
      <w:r w:rsidR="00E10F1E">
        <w:rPr>
          <w:rFonts w:ascii="Arial" w:hAnsi="Arial" w:cs="Arial"/>
          <w:spacing w:val="10"/>
          <w:sz w:val="20"/>
          <w:szCs w:val="20"/>
        </w:rPr>
        <w:t xml:space="preserve">Er kann dabei auf einen großen Erfahrungsschatz zurückgreifen, für den er im Rahmen des User Meetings </w:t>
      </w:r>
      <w:r w:rsidR="006F4342">
        <w:rPr>
          <w:rFonts w:ascii="Arial" w:hAnsi="Arial" w:cs="Arial"/>
          <w:spacing w:val="10"/>
          <w:sz w:val="20"/>
          <w:szCs w:val="20"/>
        </w:rPr>
        <w:t xml:space="preserve">mit einem Award </w:t>
      </w:r>
      <w:r w:rsidR="00B67F2B">
        <w:rPr>
          <w:rFonts w:ascii="Arial" w:hAnsi="Arial" w:cs="Arial"/>
          <w:spacing w:val="10"/>
          <w:sz w:val="20"/>
          <w:szCs w:val="20"/>
        </w:rPr>
        <w:t xml:space="preserve">geehrt </w:t>
      </w:r>
      <w:r w:rsidR="00E10F1E">
        <w:rPr>
          <w:rFonts w:ascii="Arial" w:hAnsi="Arial" w:cs="Arial"/>
          <w:spacing w:val="10"/>
          <w:sz w:val="20"/>
          <w:szCs w:val="20"/>
        </w:rPr>
        <w:t>wurde</w:t>
      </w:r>
      <w:r w:rsidR="0037398A">
        <w:rPr>
          <w:rFonts w:ascii="Arial" w:hAnsi="Arial" w:cs="Arial"/>
          <w:spacing w:val="10"/>
          <w:sz w:val="20"/>
          <w:szCs w:val="20"/>
        </w:rPr>
        <w:t>.</w:t>
      </w:r>
      <w:r w:rsidR="00E10F1E">
        <w:rPr>
          <w:rFonts w:ascii="Arial" w:hAnsi="Arial" w:cs="Arial"/>
          <w:spacing w:val="10"/>
          <w:sz w:val="20"/>
          <w:szCs w:val="20"/>
        </w:rPr>
        <w:t xml:space="preserve"> </w:t>
      </w:r>
    </w:p>
    <w:p w14:paraId="5BE81586" w14:textId="77777777" w:rsidR="00DD7419" w:rsidRPr="00DD7419" w:rsidRDefault="00DD7419" w:rsidP="008C768F">
      <w:pPr>
        <w:autoSpaceDE w:val="0"/>
        <w:autoSpaceDN w:val="0"/>
        <w:adjustRightInd w:val="0"/>
        <w:spacing w:line="260" w:lineRule="exact"/>
        <w:rPr>
          <w:rFonts w:ascii="Arial" w:hAnsi="Arial" w:cs="Arial"/>
          <w:spacing w:val="10"/>
          <w:sz w:val="20"/>
          <w:szCs w:val="20"/>
        </w:rPr>
      </w:pPr>
    </w:p>
    <w:p w14:paraId="7377A157" w14:textId="77777777" w:rsidR="000E7405" w:rsidRDefault="000E7405" w:rsidP="000E7405">
      <w:pPr>
        <w:pStyle w:val="Flietext"/>
        <w:rPr>
          <w:b/>
        </w:rPr>
      </w:pPr>
      <w:r w:rsidRPr="00DD3C69">
        <w:rPr>
          <w:b/>
        </w:rPr>
        <w:t>Bild:</w:t>
      </w:r>
    </w:p>
    <w:p w14:paraId="4F7589A8" w14:textId="77777777" w:rsidR="000E7405" w:rsidRDefault="000E7405" w:rsidP="000E7405">
      <w:pPr>
        <w:pStyle w:val="Flietext"/>
      </w:pPr>
    </w:p>
    <w:p w14:paraId="7B89D01D" w14:textId="77777777" w:rsidR="000E7405" w:rsidRDefault="000E7405" w:rsidP="000E7405">
      <w:pPr>
        <w:pStyle w:val="Flietext"/>
      </w:pPr>
      <w:r>
        <w:rPr>
          <w:noProof/>
          <w:lang w:eastAsia="de-DE"/>
        </w:rPr>
        <w:drawing>
          <wp:anchor distT="0" distB="0" distL="114300" distR="114300" simplePos="0" relativeHeight="251659264" behindDoc="1" locked="0" layoutInCell="1" allowOverlap="1" wp14:anchorId="741C48CC" wp14:editId="7C21A9F9">
            <wp:simplePos x="0" y="0"/>
            <wp:positionH relativeFrom="column">
              <wp:posOffset>6350</wp:posOffset>
            </wp:positionH>
            <wp:positionV relativeFrom="paragraph">
              <wp:posOffset>53340</wp:posOffset>
            </wp:positionV>
            <wp:extent cx="1704340" cy="692785"/>
            <wp:effectExtent l="19050" t="19050" r="10160" b="12065"/>
            <wp:wrapTight wrapText="bothSides">
              <wp:wrapPolygon edited="0">
                <wp:start x="-241" y="-594"/>
                <wp:lineTo x="-241" y="21382"/>
                <wp:lineTo x="21487" y="21382"/>
                <wp:lineTo x="21487" y="-594"/>
                <wp:lineTo x="-241" y="-594"/>
              </wp:wrapPolygon>
            </wp:wrapTight>
            <wp:docPr id="3" name="Grafik 3" descr="C:\Users\sickani\AppData\Local\Microsoft\Windows\Temporary Internet Files\Content.Word\fitbone-mit-knoch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sickani\AppData\Local\Microsoft\Windows\Temporary Internet Files\Content.Word\fitbone-mit-knochen.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04340" cy="692785"/>
                    </a:xfrm>
                    <a:prstGeom prst="rect">
                      <a:avLst/>
                    </a:prstGeom>
                    <a:noFill/>
                    <a:ln>
                      <a:solidFill>
                        <a:schemeClr val="bg1">
                          <a:lumMod val="95000"/>
                        </a:schemeClr>
                      </a:solidFill>
                    </a:ln>
                  </pic:spPr>
                </pic:pic>
              </a:graphicData>
            </a:graphic>
            <wp14:sizeRelH relativeFrom="page">
              <wp14:pctWidth>0</wp14:pctWidth>
            </wp14:sizeRelH>
            <wp14:sizeRelV relativeFrom="page">
              <wp14:pctHeight>0</wp14:pctHeight>
            </wp14:sizeRelV>
          </wp:anchor>
        </w:drawing>
      </w:r>
    </w:p>
    <w:p w14:paraId="7101E73C" w14:textId="77777777" w:rsidR="000E7405" w:rsidRDefault="000E7405" w:rsidP="000E7405">
      <w:pPr>
        <w:pStyle w:val="Flietext"/>
      </w:pPr>
    </w:p>
    <w:p w14:paraId="7110EEFE" w14:textId="77777777" w:rsidR="000E7405" w:rsidRDefault="000E7405" w:rsidP="000E7405">
      <w:pPr>
        <w:pStyle w:val="Flietext"/>
      </w:pPr>
    </w:p>
    <w:p w14:paraId="31AD6C67" w14:textId="77777777" w:rsidR="000E7405" w:rsidRDefault="000E7405" w:rsidP="000E7405">
      <w:pPr>
        <w:pStyle w:val="Flietext"/>
      </w:pPr>
    </w:p>
    <w:p w14:paraId="65247512" w14:textId="77777777" w:rsidR="000E7405" w:rsidRPr="002F3276" w:rsidRDefault="000E7405" w:rsidP="000E7405">
      <w:pPr>
        <w:pStyle w:val="Flietext"/>
      </w:pPr>
    </w:p>
    <w:p w14:paraId="42AC2295" w14:textId="77777777" w:rsidR="000E7405" w:rsidRPr="002F3276" w:rsidRDefault="0080333D" w:rsidP="000E7405">
      <w:pPr>
        <w:pStyle w:val="Flietext"/>
      </w:pPr>
      <w:r>
        <w:t>1</w:t>
      </w:r>
      <w:r w:rsidR="000E7405" w:rsidRPr="002F3276">
        <w:t>. Der Marknagel FITBONE</w:t>
      </w:r>
      <w:r w:rsidR="000E7405" w:rsidRPr="003F1D64">
        <w:rPr>
          <w:vertAlign w:val="superscript"/>
        </w:rPr>
        <w:t>®</w:t>
      </w:r>
      <w:r w:rsidR="000E7405" w:rsidRPr="002F3276">
        <w:t xml:space="preserve"> von WITTENSTEIN intens wird ausschließlich durch speziell geschulte Chirurgen implantiert.</w:t>
      </w:r>
    </w:p>
    <w:p w14:paraId="7D01BA17" w14:textId="77777777" w:rsidR="000E7405" w:rsidRPr="002F3276" w:rsidRDefault="000E7405" w:rsidP="000E7405">
      <w:pPr>
        <w:pStyle w:val="Flietext"/>
      </w:pPr>
    </w:p>
    <w:p w14:paraId="464CEFE1" w14:textId="77777777" w:rsidR="000E7405" w:rsidRDefault="000E7405" w:rsidP="000E7405">
      <w:pPr>
        <w:pStyle w:val="Flietext"/>
        <w:rPr>
          <w:sz w:val="18"/>
          <w:szCs w:val="18"/>
          <w:u w:val="single"/>
        </w:rPr>
      </w:pPr>
      <w:r w:rsidRPr="002F3276">
        <w:t xml:space="preserve">Text- und Bildmaterial in printfähiger Qualität finden Sie unter </w:t>
      </w:r>
      <w:r>
        <w:rPr>
          <w:sz w:val="18"/>
          <w:szCs w:val="18"/>
          <w:u w:val="single"/>
        </w:rPr>
        <w:t>presse.wittenstein.de</w:t>
      </w:r>
    </w:p>
    <w:p w14:paraId="109B5765" w14:textId="77777777" w:rsidR="000E7405" w:rsidRDefault="000E7405" w:rsidP="000E7405">
      <w:pPr>
        <w:pStyle w:val="Flietext"/>
        <w:rPr>
          <w:sz w:val="18"/>
          <w:szCs w:val="18"/>
          <w:u w:val="single"/>
        </w:rPr>
      </w:pPr>
    </w:p>
    <w:p w14:paraId="32746A33" w14:textId="77777777" w:rsidR="000E7405" w:rsidRDefault="000E7405" w:rsidP="000E7405">
      <w:pPr>
        <w:pStyle w:val="Flietext"/>
        <w:rPr>
          <w:sz w:val="18"/>
          <w:szCs w:val="18"/>
          <w:u w:val="single"/>
        </w:rPr>
      </w:pPr>
    </w:p>
    <w:p w14:paraId="371AFC52" w14:textId="77777777" w:rsidR="000E7405" w:rsidRPr="006945B2" w:rsidRDefault="000E7405" w:rsidP="000E7405">
      <w:pPr>
        <w:pStyle w:val="Flietext"/>
        <w:rPr>
          <w:b/>
          <w:sz w:val="16"/>
        </w:rPr>
      </w:pPr>
      <w:r w:rsidRPr="006945B2">
        <w:rPr>
          <w:b/>
          <w:sz w:val="16"/>
        </w:rPr>
        <w:t>WITTENSTEIN intens GmbH</w:t>
      </w:r>
    </w:p>
    <w:p w14:paraId="6294E695" w14:textId="472FBFAE" w:rsidR="000E7405" w:rsidRPr="00E83251" w:rsidRDefault="000E7405" w:rsidP="000E7405">
      <w:pPr>
        <w:pStyle w:val="Flietext"/>
        <w:rPr>
          <w:rFonts w:cstheme="minorBidi"/>
          <w:color w:val="auto"/>
          <w:spacing w:val="0"/>
          <w:sz w:val="16"/>
          <w:szCs w:val="22"/>
        </w:rPr>
      </w:pPr>
      <w:r w:rsidRPr="00E83251">
        <w:rPr>
          <w:rFonts w:cstheme="minorBidi"/>
          <w:color w:val="auto"/>
          <w:spacing w:val="0"/>
          <w:sz w:val="16"/>
          <w:szCs w:val="22"/>
        </w:rPr>
        <w:t>Intelligente Implantate, basierend auf miniaturisierter Antriebstechnik, sind der Tätigkeitsschwerpunkt der WITTENSTEIN intens GmbH. Ein Beispiel: der FITBONE</w:t>
      </w:r>
      <w:r w:rsidRPr="00E83251">
        <w:rPr>
          <w:rFonts w:cstheme="minorBidi"/>
          <w:color w:val="auto"/>
          <w:spacing w:val="0"/>
          <w:sz w:val="16"/>
          <w:szCs w:val="22"/>
          <w:vertAlign w:val="superscript"/>
        </w:rPr>
        <w:t>®</w:t>
      </w:r>
      <w:r w:rsidRPr="00E83251">
        <w:rPr>
          <w:rFonts w:cstheme="minorBidi"/>
          <w:color w:val="auto"/>
          <w:spacing w:val="0"/>
          <w:sz w:val="16"/>
          <w:szCs w:val="22"/>
        </w:rPr>
        <w:t xml:space="preserve"> ist weltweit der einzige mechatronische, kontrollierbare und vollimplantierbare Marknagel zur Knochenverlängerung. Er wird zum Ausgleich von Beinlängendifferenzen eingesetzt, zusätzlich können Achskorrekturen vorgenommen werden. Dieses mechatronische System ermöglicht ein kostengünstiges Behandlungskonzept mit hohem Patientenkomfort und kurzer stationärer Behandlungs- und Therapiedauer. Die WITTENSTEIN intens GmbH ist einer von insgesamt </w:t>
      </w:r>
      <w:r w:rsidR="00780C80">
        <w:rPr>
          <w:rFonts w:cstheme="minorBidi"/>
          <w:color w:val="auto"/>
          <w:spacing w:val="0"/>
          <w:sz w:val="16"/>
          <w:szCs w:val="22"/>
        </w:rPr>
        <w:t>sechs</w:t>
      </w:r>
      <w:r w:rsidRPr="00E83251">
        <w:rPr>
          <w:rFonts w:cstheme="minorBidi"/>
          <w:color w:val="auto"/>
          <w:spacing w:val="0"/>
          <w:sz w:val="16"/>
          <w:szCs w:val="22"/>
        </w:rPr>
        <w:t xml:space="preserve"> Unternehmensbereichen der WITTENSTEIN </w:t>
      </w:r>
      <w:r w:rsidR="00780C80">
        <w:rPr>
          <w:rFonts w:cstheme="minorBidi"/>
          <w:color w:val="auto"/>
          <w:spacing w:val="0"/>
          <w:sz w:val="16"/>
          <w:szCs w:val="22"/>
        </w:rPr>
        <w:t>SE</w:t>
      </w:r>
      <w:r w:rsidRPr="00E83251">
        <w:rPr>
          <w:rFonts w:cstheme="minorBidi"/>
          <w:color w:val="auto"/>
          <w:spacing w:val="0"/>
          <w:sz w:val="16"/>
          <w:szCs w:val="22"/>
        </w:rPr>
        <w:t>.</w:t>
      </w:r>
    </w:p>
    <w:p w14:paraId="055EC27E" w14:textId="77777777" w:rsidR="000E7405" w:rsidRDefault="000E7405" w:rsidP="000E7405">
      <w:pPr>
        <w:pStyle w:val="Flietext"/>
      </w:pPr>
    </w:p>
    <w:p w14:paraId="1BF5BD46" w14:textId="77777777" w:rsidR="000E7405" w:rsidRDefault="000E7405" w:rsidP="000E7405">
      <w:pPr>
        <w:pStyle w:val="Flietext"/>
      </w:pPr>
    </w:p>
    <w:p w14:paraId="3D6AD676" w14:textId="77777777" w:rsidR="00780C80" w:rsidRPr="005258FF" w:rsidRDefault="00780C80" w:rsidP="00780C80">
      <w:pPr>
        <w:pStyle w:val="boilerplate"/>
        <w:rPr>
          <w:b/>
        </w:rPr>
      </w:pPr>
      <w:r w:rsidRPr="005258FF">
        <w:rPr>
          <w:b/>
        </w:rPr>
        <w:t>WITTENSTEIN SE – eins sein mit der Zukunft</w:t>
      </w:r>
    </w:p>
    <w:p w14:paraId="329E0B17" w14:textId="06F9B9E4" w:rsidR="00D20BF8" w:rsidRPr="00D20BF8" w:rsidRDefault="00780C80" w:rsidP="00D20BF8">
      <w:pPr>
        <w:pStyle w:val="boilerplate"/>
      </w:pPr>
      <w:r w:rsidRPr="005258FF">
        <w:t>Mit weltweit rund 2.</w:t>
      </w:r>
      <w:r>
        <w:t>4</w:t>
      </w:r>
      <w:r w:rsidRPr="005258FF">
        <w:t>00 Mitarbeitern und einem Umsatz</w:t>
      </w:r>
      <w:r>
        <w:t xml:space="preserve"> von</w:t>
      </w:r>
      <w:r w:rsidRPr="005258FF">
        <w:t xml:space="preserve"> </w:t>
      </w:r>
      <w:r w:rsidRPr="008036DB">
        <w:t>3</w:t>
      </w:r>
      <w:r>
        <w:t>39</w:t>
      </w:r>
      <w:r w:rsidRPr="008036DB">
        <w:t xml:space="preserve"> Mio. € im </w:t>
      </w:r>
      <w:r>
        <w:t xml:space="preserve">Geschäftsjahr 2016/17 </w:t>
      </w:r>
      <w:r w:rsidRPr="005258FF">
        <w:t xml:space="preserve">steht die WITTENSTEIN SE national und international für Innovation, Präzision und Exzellenz in der Welt der mechatronischen Antriebstechnik. Die Unternehmensgruppe umfasst </w:t>
      </w:r>
      <w:r>
        <w:t>sechs</w:t>
      </w:r>
      <w:r w:rsidRPr="005258FF">
        <w:t xml:space="preserve"> innovative Geschäftsfelder mit jeweils eigenen Tochtergesellschaften: Servogetriebe, Servoantriebssysteme, Medizintechnik, Miniatur-Servoeinheiten, innovative Verzahnungstechnologie, rotative und lineare Aktuatorsysteme, Nanotechnologie sowie Elektronik- und Softwarekomponenten für die Antriebstechnik. Darüber hinaus ist die WITTENSTEIN SE (</w:t>
      </w:r>
      <w:hyperlink r:id="rId8" w:history="1">
        <w:r w:rsidRPr="005258FF">
          <w:rPr>
            <w:rStyle w:val="Hyperlink"/>
            <w:color w:val="auto"/>
            <w:u w:val="none"/>
          </w:rPr>
          <w:t>www.wittenstein.de</w:t>
        </w:r>
      </w:hyperlink>
      <w:r w:rsidRPr="005258FF">
        <w:t>) mit rund 60 Tochtergesellschaften und Vertretungen in etwa 40 Ländern in allen wichtigen Technologie- und Absatzmärkten der Welt vertreten.</w:t>
      </w:r>
      <w:r w:rsidRPr="00D20BF8">
        <w:t xml:space="preserve"> </w:t>
      </w:r>
    </w:p>
    <w:sectPr w:rsidR="00D20BF8" w:rsidRPr="00D20BF8" w:rsidSect="00181D82">
      <w:headerReference w:type="default" r:id="rId9"/>
      <w:footerReference w:type="default" r:id="rId10"/>
      <w:headerReference w:type="first" r:id="rId11"/>
      <w:footerReference w:type="first" r:id="rId12"/>
      <w:pgSz w:w="11906" w:h="16838" w:code="9"/>
      <w:pgMar w:top="3544"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54E7CB" w14:textId="77777777" w:rsidR="00F67499" w:rsidRDefault="00F67499" w:rsidP="00551561">
      <w:pPr>
        <w:spacing w:line="240" w:lineRule="auto"/>
      </w:pPr>
      <w:r>
        <w:separator/>
      </w:r>
    </w:p>
  </w:endnote>
  <w:endnote w:type="continuationSeparator" w:id="0">
    <w:p w14:paraId="38E640D2" w14:textId="77777777" w:rsidR="00F67499" w:rsidRDefault="00F67499"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679517" w14:textId="08D4BAE4" w:rsidR="0093418D" w:rsidRPr="0093418D" w:rsidRDefault="00D20BF8">
    <w:pPr>
      <w:pStyle w:val="Fuzeile"/>
      <w:rPr>
        <w:rFonts w:cs="Arial"/>
        <w:szCs w:val="14"/>
      </w:rPr>
    </w:pPr>
    <w:r>
      <w:rPr>
        <w:rFonts w:ascii="Arial" w:hAnsi="Arial" w:cs="Arial"/>
        <w:sz w:val="14"/>
        <w:szCs w:val="14"/>
      </w:rPr>
      <w:t>Seite</w:t>
    </w:r>
    <w:r w:rsidR="0093418D" w:rsidRPr="001E6D58">
      <w:rPr>
        <w:rFonts w:ascii="Arial" w:hAnsi="Arial" w:cs="Arial"/>
        <w:sz w:val="14"/>
        <w:szCs w:val="14"/>
      </w:rPr>
      <w:t xml:space="preserve"> </w:t>
    </w:r>
    <w:r w:rsidR="001716BA"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PAGE</w:instrText>
    </w:r>
    <w:r w:rsidR="0093418D" w:rsidRPr="001E6D58">
      <w:rPr>
        <w:rFonts w:ascii="Arial" w:hAnsi="Arial" w:cs="Arial"/>
        <w:sz w:val="14"/>
        <w:szCs w:val="14"/>
      </w:rPr>
      <w:instrText xml:space="preserve"> </w:instrText>
    </w:r>
    <w:r w:rsidR="001716BA" w:rsidRPr="001E6D58">
      <w:rPr>
        <w:rFonts w:ascii="Arial" w:hAnsi="Arial" w:cs="Arial"/>
        <w:sz w:val="14"/>
        <w:szCs w:val="14"/>
      </w:rPr>
      <w:fldChar w:fldCharType="separate"/>
    </w:r>
    <w:r w:rsidR="002B0B89">
      <w:rPr>
        <w:rFonts w:ascii="Arial" w:hAnsi="Arial" w:cs="Arial"/>
        <w:noProof/>
        <w:sz w:val="14"/>
        <w:szCs w:val="14"/>
      </w:rPr>
      <w:t>2</w:t>
    </w:r>
    <w:r w:rsidR="001716BA" w:rsidRPr="001E6D58">
      <w:rPr>
        <w:rFonts w:ascii="Arial" w:hAnsi="Arial" w:cs="Arial"/>
        <w:sz w:val="14"/>
        <w:szCs w:val="14"/>
      </w:rPr>
      <w:fldChar w:fldCharType="end"/>
    </w:r>
    <w:r w:rsidR="0093418D" w:rsidRPr="001E6D58">
      <w:rPr>
        <w:rFonts w:ascii="Arial" w:hAnsi="Arial" w:cs="Arial"/>
        <w:sz w:val="14"/>
        <w:szCs w:val="14"/>
      </w:rPr>
      <w:t xml:space="preserve"> </w:t>
    </w:r>
    <w:r>
      <w:rPr>
        <w:rFonts w:ascii="Arial" w:hAnsi="Arial" w:cs="Arial"/>
        <w:sz w:val="14"/>
        <w:szCs w:val="14"/>
      </w:rPr>
      <w:t xml:space="preserve">von </w:t>
    </w:r>
    <w:r w:rsidR="0093418D" w:rsidRPr="001E6D58">
      <w:rPr>
        <w:rFonts w:ascii="Arial" w:hAnsi="Arial" w:cs="Arial"/>
        <w:sz w:val="14"/>
        <w:szCs w:val="14"/>
      </w:rPr>
      <w:t xml:space="preserve"> </w:t>
    </w:r>
    <w:r w:rsidR="001716BA"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NUMPAGES</w:instrText>
    </w:r>
    <w:r w:rsidR="0093418D" w:rsidRPr="001E6D58">
      <w:rPr>
        <w:rFonts w:ascii="Arial" w:hAnsi="Arial" w:cs="Arial"/>
        <w:sz w:val="14"/>
        <w:szCs w:val="14"/>
      </w:rPr>
      <w:instrText xml:space="preserve"> </w:instrText>
    </w:r>
    <w:r w:rsidR="001716BA" w:rsidRPr="001E6D58">
      <w:rPr>
        <w:rFonts w:ascii="Arial" w:hAnsi="Arial" w:cs="Arial"/>
        <w:sz w:val="14"/>
        <w:szCs w:val="14"/>
      </w:rPr>
      <w:fldChar w:fldCharType="separate"/>
    </w:r>
    <w:r w:rsidR="002B0B89">
      <w:rPr>
        <w:rFonts w:ascii="Arial" w:hAnsi="Arial" w:cs="Arial"/>
        <w:noProof/>
        <w:sz w:val="14"/>
        <w:szCs w:val="14"/>
      </w:rPr>
      <w:t>2</w:t>
    </w:r>
    <w:r w:rsidR="001716BA" w:rsidRPr="001E6D58">
      <w:rPr>
        <w:rFonts w:ascii="Arial" w:hAnsi="Arial" w:cs="Aria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4BA9D0" w14:textId="02852514" w:rsidR="00B23BAB" w:rsidRPr="0093418D" w:rsidRDefault="00780C80" w:rsidP="0093418D">
    <w:pPr>
      <w:pStyle w:val="Fuzeile"/>
      <w:rPr>
        <w:rFonts w:cs="Arial"/>
        <w:szCs w:val="14"/>
      </w:rPr>
    </w:pPr>
    <w:r>
      <w:rPr>
        <w:noProof/>
        <w:lang w:eastAsia="de-DE"/>
      </w:rPr>
      <w:drawing>
        <wp:anchor distT="0" distB="0" distL="114300" distR="114300" simplePos="0" relativeHeight="251658240" behindDoc="0" locked="0" layoutInCell="1" allowOverlap="1" wp14:anchorId="76BCDA19" wp14:editId="4607DF4D">
          <wp:simplePos x="0" y="0"/>
          <wp:positionH relativeFrom="column">
            <wp:posOffset>4754880</wp:posOffset>
          </wp:positionH>
          <wp:positionV relativeFrom="paragraph">
            <wp:posOffset>-4737100</wp:posOffset>
          </wp:positionV>
          <wp:extent cx="1704340" cy="692785"/>
          <wp:effectExtent l="19050" t="19050" r="10160" b="12065"/>
          <wp:wrapNone/>
          <wp:docPr id="4" name="Grafik 4" descr="C:\Users\sickani\AppData\Local\Microsoft\Windows\Temporary Internet Files\Content.Word\fitbone-mit-knoch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sickani\AppData\Local\Microsoft\Windows\Temporary Internet Files\Content.Word\fitbone-mit-knochen.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04340" cy="692785"/>
                  </a:xfrm>
                  <a:prstGeom prst="rect">
                    <a:avLst/>
                  </a:prstGeom>
                  <a:noFill/>
                  <a:ln>
                    <a:solidFill>
                      <a:schemeClr val="bg1">
                        <a:lumMod val="95000"/>
                      </a:schemeClr>
                    </a:solidFill>
                  </a:ln>
                </pic:spPr>
              </pic:pic>
            </a:graphicData>
          </a:graphic>
          <wp14:sizeRelH relativeFrom="page">
            <wp14:pctWidth>0</wp14:pctWidth>
          </wp14:sizeRelH>
          <wp14:sizeRelV relativeFrom="page">
            <wp14:pctHeight>0</wp14:pctHeight>
          </wp14:sizeRelV>
        </wp:anchor>
      </w:drawing>
    </w:r>
    <w:r w:rsidR="004C0690">
      <w:rPr>
        <w:noProof/>
        <w:lang w:eastAsia="de-DE"/>
      </w:rPr>
      <w:drawing>
        <wp:anchor distT="0" distB="0" distL="114300" distR="114300" simplePos="0" relativeHeight="251659264" behindDoc="0" locked="0" layoutInCell="1" allowOverlap="1" wp14:anchorId="370E6E4E" wp14:editId="3FAA7E4D">
          <wp:simplePos x="0" y="0"/>
          <wp:positionH relativeFrom="column">
            <wp:posOffset>4754880</wp:posOffset>
          </wp:positionH>
          <wp:positionV relativeFrom="paragraph">
            <wp:posOffset>-4737100</wp:posOffset>
          </wp:positionV>
          <wp:extent cx="1704340" cy="692785"/>
          <wp:effectExtent l="19050" t="19050" r="10160" b="12065"/>
          <wp:wrapNone/>
          <wp:docPr id="6" name="Grafik 6" descr="C:\Users\sickani\AppData\Local\Microsoft\Windows\Temporary Internet Files\Content.Word\fitbone-mit-knoch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sickani\AppData\Local\Microsoft\Windows\Temporary Internet Files\Content.Word\fitbone-mit-knochen.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04340" cy="692785"/>
                  </a:xfrm>
                  <a:prstGeom prst="rect">
                    <a:avLst/>
                  </a:prstGeom>
                  <a:noFill/>
                  <a:ln>
                    <a:solidFill>
                      <a:schemeClr val="bg1">
                        <a:lumMod val="95000"/>
                      </a:schemeClr>
                    </a:solidFill>
                  </a:ln>
                </pic:spPr>
              </pic:pic>
            </a:graphicData>
          </a:graphic>
          <wp14:sizeRelH relativeFrom="page">
            <wp14:pctWidth>0</wp14:pctWidth>
          </wp14:sizeRelH>
          <wp14:sizeRelV relativeFrom="page">
            <wp14:pctHeight>0</wp14:pctHeight>
          </wp14:sizeRelV>
        </wp:anchor>
      </w:drawing>
    </w:r>
    <w:r w:rsidR="00D20BF8">
      <w:rPr>
        <w:rFonts w:ascii="Arial" w:hAnsi="Arial" w:cs="Arial"/>
        <w:sz w:val="14"/>
        <w:szCs w:val="14"/>
      </w:rPr>
      <w:t>Seite</w:t>
    </w:r>
    <w:r w:rsidR="00B674B2" w:rsidRPr="001E6D58">
      <w:rPr>
        <w:rFonts w:ascii="Arial" w:hAnsi="Arial" w:cs="Arial"/>
        <w:sz w:val="14"/>
        <w:szCs w:val="14"/>
      </w:rPr>
      <w:t xml:space="preserve"> </w:t>
    </w:r>
    <w:r w:rsidR="001716BA"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PAGE</w:instrText>
    </w:r>
    <w:r w:rsidR="00B674B2" w:rsidRPr="001E6D58">
      <w:rPr>
        <w:rFonts w:ascii="Arial" w:hAnsi="Arial" w:cs="Arial"/>
        <w:sz w:val="14"/>
        <w:szCs w:val="14"/>
      </w:rPr>
      <w:instrText xml:space="preserve"> </w:instrText>
    </w:r>
    <w:r w:rsidR="001716BA" w:rsidRPr="001E6D58">
      <w:rPr>
        <w:rFonts w:ascii="Arial" w:hAnsi="Arial" w:cs="Arial"/>
        <w:sz w:val="14"/>
        <w:szCs w:val="14"/>
      </w:rPr>
      <w:fldChar w:fldCharType="separate"/>
    </w:r>
    <w:r w:rsidR="002B0B89">
      <w:rPr>
        <w:rFonts w:ascii="Arial" w:hAnsi="Arial" w:cs="Arial"/>
        <w:noProof/>
        <w:sz w:val="14"/>
        <w:szCs w:val="14"/>
      </w:rPr>
      <w:t>1</w:t>
    </w:r>
    <w:r w:rsidR="001716BA" w:rsidRPr="001E6D58">
      <w:rPr>
        <w:rFonts w:ascii="Arial" w:hAnsi="Arial" w:cs="Arial"/>
        <w:sz w:val="14"/>
        <w:szCs w:val="14"/>
      </w:rPr>
      <w:fldChar w:fldCharType="end"/>
    </w:r>
    <w:r w:rsidR="00B674B2" w:rsidRPr="001E6D58">
      <w:rPr>
        <w:rFonts w:ascii="Arial" w:hAnsi="Arial" w:cs="Arial"/>
        <w:sz w:val="14"/>
        <w:szCs w:val="14"/>
      </w:rPr>
      <w:t xml:space="preserve"> </w:t>
    </w:r>
    <w:r w:rsidR="00D20BF8">
      <w:rPr>
        <w:rFonts w:ascii="Arial" w:hAnsi="Arial" w:cs="Arial"/>
        <w:sz w:val="14"/>
        <w:szCs w:val="14"/>
      </w:rPr>
      <w:t xml:space="preserve">von </w:t>
    </w:r>
    <w:r w:rsidR="00B674B2" w:rsidRPr="001E6D58">
      <w:rPr>
        <w:rFonts w:ascii="Arial" w:hAnsi="Arial" w:cs="Arial"/>
        <w:sz w:val="14"/>
        <w:szCs w:val="14"/>
      </w:rPr>
      <w:t xml:space="preserve"> </w:t>
    </w:r>
    <w:r w:rsidR="001716BA"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NUMPAGES</w:instrText>
    </w:r>
    <w:r w:rsidR="00B674B2" w:rsidRPr="001E6D58">
      <w:rPr>
        <w:rFonts w:ascii="Arial" w:hAnsi="Arial" w:cs="Arial"/>
        <w:sz w:val="14"/>
        <w:szCs w:val="14"/>
      </w:rPr>
      <w:instrText xml:space="preserve"> </w:instrText>
    </w:r>
    <w:r w:rsidR="001716BA" w:rsidRPr="001E6D58">
      <w:rPr>
        <w:rFonts w:ascii="Arial" w:hAnsi="Arial" w:cs="Arial"/>
        <w:sz w:val="14"/>
        <w:szCs w:val="14"/>
      </w:rPr>
      <w:fldChar w:fldCharType="separate"/>
    </w:r>
    <w:r w:rsidR="002B0B89">
      <w:rPr>
        <w:rFonts w:ascii="Arial" w:hAnsi="Arial" w:cs="Arial"/>
        <w:noProof/>
        <w:sz w:val="14"/>
        <w:szCs w:val="14"/>
      </w:rPr>
      <w:t>2</w:t>
    </w:r>
    <w:r w:rsidR="001716BA" w:rsidRPr="001E6D58">
      <w:rPr>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A15CB9" w14:textId="77777777" w:rsidR="00F67499" w:rsidRDefault="00F67499" w:rsidP="00551561">
      <w:pPr>
        <w:spacing w:line="240" w:lineRule="auto"/>
      </w:pPr>
      <w:r>
        <w:separator/>
      </w:r>
    </w:p>
  </w:footnote>
  <w:footnote w:type="continuationSeparator" w:id="0">
    <w:p w14:paraId="62A05F08" w14:textId="77777777" w:rsidR="00F67499" w:rsidRDefault="00F67499"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90D6F8" w14:textId="77777777" w:rsidR="00E6035D" w:rsidRPr="003801B9" w:rsidRDefault="00E6035D" w:rsidP="00E6035D">
    <w:pPr>
      <w:framePr w:w="2642" w:h="363" w:hSpace="142" w:wrap="around" w:vAnchor="text" w:hAnchor="page" w:x="9007" w:y="-162"/>
      <w:rPr>
        <w:rFonts w:ascii="Arial" w:hAnsi="Arial" w:cs="Arial"/>
      </w:rPr>
    </w:pPr>
    <w:r w:rsidRPr="00D20BF8">
      <w:rPr>
        <w:rFonts w:ascii="Arial" w:hAnsi="Arial" w:cs="Arial"/>
      </w:rPr>
      <w:t>Presseinformation</w:t>
    </w:r>
  </w:p>
  <w:p w14:paraId="0A93DDCF" w14:textId="77777777"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sidRPr="00F078CD">
      <w:rPr>
        <w:rFonts w:ascii="Arial" w:hAnsi="Arial" w:cs="Arial"/>
        <w:sz w:val="14"/>
        <w:szCs w:val="14"/>
      </w:rPr>
      <w:t>Walter-Wittenstein-Straße 1</w:t>
    </w:r>
  </w:p>
  <w:p w14:paraId="65B10F76"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54AB03B9"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14:paraId="3FBAB297" w14:textId="77777777" w:rsidR="0093418D" w:rsidRPr="006171F0" w:rsidRDefault="00D20BF8" w:rsidP="0093418D">
    <w:pPr>
      <w:framePr w:w="2336" w:h="1627" w:hSpace="142" w:wrap="around" w:vAnchor="page" w:hAnchor="page" w:x="8971" w:y="14919" w:anchorLock="1"/>
      <w:spacing w:line="240" w:lineRule="auto"/>
      <w:rPr>
        <w:rFonts w:ascii="Arial" w:hAnsi="Arial" w:cs="Arial"/>
        <w:b/>
        <w:sz w:val="14"/>
        <w:szCs w:val="14"/>
      </w:rPr>
    </w:pPr>
    <w:r>
      <w:rPr>
        <w:rFonts w:ascii="Arial" w:hAnsi="Arial" w:cs="Arial"/>
        <w:b/>
        <w:sz w:val="14"/>
        <w:szCs w:val="14"/>
      </w:rPr>
      <w:t>Kontakt</w:t>
    </w:r>
    <w:r w:rsidR="0093418D" w:rsidRPr="006171F0">
      <w:rPr>
        <w:rFonts w:ascii="Arial" w:hAnsi="Arial" w:cs="Arial"/>
        <w:b/>
        <w:sz w:val="14"/>
        <w:szCs w:val="14"/>
      </w:rPr>
      <w:t>: Sabine Maier</w:t>
    </w:r>
  </w:p>
  <w:p w14:paraId="78621149" w14:textId="77777777" w:rsidR="0093418D" w:rsidRPr="006171F0" w:rsidRDefault="0093418D" w:rsidP="0093418D">
    <w:pPr>
      <w:framePr w:w="2336" w:h="1627" w:hSpace="142" w:wrap="around" w:vAnchor="page" w:hAnchor="page" w:x="8971" w:y="14919" w:anchorLock="1"/>
      <w:spacing w:line="240" w:lineRule="auto"/>
      <w:rPr>
        <w:rFonts w:ascii="Arial" w:hAnsi="Arial" w:cs="Arial"/>
        <w:sz w:val="14"/>
        <w:szCs w:val="14"/>
      </w:rPr>
    </w:pPr>
    <w:r w:rsidRPr="006171F0">
      <w:rPr>
        <w:rFonts w:ascii="Arial" w:hAnsi="Arial" w:cs="Arial"/>
        <w:sz w:val="14"/>
        <w:szCs w:val="14"/>
      </w:rPr>
      <w:t>Pre</w:t>
    </w:r>
    <w:r w:rsidR="00D20BF8">
      <w:rPr>
        <w:rFonts w:ascii="Arial" w:hAnsi="Arial" w:cs="Arial"/>
        <w:sz w:val="14"/>
        <w:szCs w:val="14"/>
      </w:rPr>
      <w:t>ssesprecherin</w:t>
    </w:r>
  </w:p>
  <w:p w14:paraId="653E13D4" w14:textId="77777777"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sidRPr="00553792">
      <w:rPr>
        <w:rFonts w:ascii="Arial" w:hAnsi="Arial" w:cs="Arial"/>
        <w:sz w:val="14"/>
        <w:szCs w:val="14"/>
      </w:rPr>
      <w:t>Tel. +49 7931 493-10399</w:t>
    </w:r>
  </w:p>
  <w:p w14:paraId="198BA507" w14:textId="77777777" w:rsidR="0093418D" w:rsidRPr="00E62A37" w:rsidRDefault="0093418D" w:rsidP="0093418D">
    <w:pPr>
      <w:framePr w:w="2336" w:h="1627" w:hSpace="142" w:wrap="around" w:vAnchor="page" w:hAnchor="page" w:x="8971" w:y="14919" w:anchorLock="1"/>
      <w:spacing w:line="240" w:lineRule="auto"/>
      <w:rPr>
        <w:rFonts w:ascii="Arial" w:hAnsi="Arial" w:cs="Arial"/>
        <w:sz w:val="14"/>
        <w:szCs w:val="14"/>
      </w:rPr>
    </w:pPr>
    <w:r w:rsidRPr="00E62A37">
      <w:rPr>
        <w:rFonts w:ascii="Arial" w:hAnsi="Arial" w:cs="Arial"/>
        <w:sz w:val="14"/>
        <w:szCs w:val="14"/>
      </w:rPr>
      <w:t>Fax +49 7931 493-10301</w:t>
    </w:r>
  </w:p>
  <w:p w14:paraId="1D46BE6F" w14:textId="77777777" w:rsidR="0093418D" w:rsidRPr="000613E1" w:rsidRDefault="0093418D" w:rsidP="0093418D">
    <w:pPr>
      <w:framePr w:w="2336" w:h="1627" w:hSpace="142" w:wrap="around" w:vAnchor="page" w:hAnchor="page" w:x="8971" w:y="14919" w:anchorLock="1"/>
      <w:spacing w:line="240" w:lineRule="auto"/>
      <w:rPr>
        <w:rFonts w:ascii="Arial" w:hAnsi="Arial" w:cs="Arial"/>
        <w:sz w:val="14"/>
        <w:szCs w:val="14"/>
      </w:rPr>
    </w:pPr>
    <w:r w:rsidRPr="000613E1">
      <w:rPr>
        <w:rFonts w:ascii="Arial" w:hAnsi="Arial" w:cs="Arial"/>
        <w:sz w:val="14"/>
        <w:szCs w:val="14"/>
      </w:rPr>
      <w:t>E-Mail: sabine.maier@wittenstein.de</w:t>
    </w:r>
  </w:p>
  <w:p w14:paraId="3E046757" w14:textId="77777777" w:rsidR="0093418D" w:rsidRPr="00780C80" w:rsidRDefault="0093418D" w:rsidP="0093418D">
    <w:pPr>
      <w:framePr w:w="2336" w:h="1627" w:hSpace="142" w:wrap="around" w:vAnchor="page" w:hAnchor="page" w:x="8971" w:y="14919" w:anchorLock="1"/>
      <w:spacing w:line="240" w:lineRule="auto"/>
      <w:rPr>
        <w:rFonts w:ascii="Arial" w:hAnsi="Arial" w:cs="Arial"/>
        <w:lang w:val="en-US"/>
      </w:rPr>
    </w:pPr>
    <w:r w:rsidRPr="00780C80">
      <w:rPr>
        <w:rFonts w:ascii="Arial" w:hAnsi="Arial" w:cs="Arial"/>
        <w:b/>
        <w:sz w:val="14"/>
        <w:szCs w:val="14"/>
        <w:lang w:val="en-US"/>
      </w:rPr>
      <w:t>www.wittenstein.de</w:t>
    </w:r>
  </w:p>
  <w:p w14:paraId="49FD453A" w14:textId="77777777" w:rsidR="0093418D" w:rsidRPr="00780C80" w:rsidRDefault="0093418D" w:rsidP="0093418D">
    <w:pPr>
      <w:framePr w:w="1537" w:h="181" w:hSpace="142" w:wrap="around" w:vAnchor="text" w:hAnchor="page" w:x="9007" w:y="13816"/>
      <w:rPr>
        <w:rFonts w:ascii="Arial" w:hAnsi="Arial" w:cs="Arial"/>
        <w:b/>
        <w:sz w:val="14"/>
        <w:szCs w:val="14"/>
        <w:lang w:val="en-US"/>
      </w:rPr>
    </w:pPr>
    <w:r w:rsidRPr="00780C80">
      <w:rPr>
        <w:rFonts w:ascii="Arial" w:hAnsi="Arial" w:cs="Arial"/>
        <w:b/>
        <w:sz w:val="14"/>
        <w:szCs w:val="14"/>
        <w:lang w:val="en-US"/>
      </w:rPr>
      <w:t xml:space="preserve">WITTENSTEIN </w:t>
    </w:r>
    <w:r w:rsidR="00780C80" w:rsidRPr="00780C80">
      <w:rPr>
        <w:rFonts w:ascii="Arial" w:hAnsi="Arial" w:cs="Arial"/>
        <w:b/>
        <w:sz w:val="14"/>
        <w:szCs w:val="14"/>
        <w:lang w:val="en-US"/>
      </w:rPr>
      <w:t>S</w:t>
    </w:r>
    <w:r w:rsidR="00780C80">
      <w:rPr>
        <w:rFonts w:ascii="Arial" w:hAnsi="Arial" w:cs="Arial"/>
        <w:b/>
        <w:sz w:val="14"/>
        <w:szCs w:val="14"/>
        <w:lang w:val="en-US"/>
      </w:rPr>
      <w:t>E</w:t>
    </w:r>
  </w:p>
  <w:p w14:paraId="1455ACFF" w14:textId="77777777" w:rsidR="0093418D" w:rsidRPr="00780C80" w:rsidRDefault="006417C3" w:rsidP="0093418D">
    <w:pPr>
      <w:pStyle w:val="Kopfzeile"/>
      <w:rPr>
        <w:lang w:val="en-US"/>
      </w:rPr>
    </w:pPr>
    <w:r>
      <w:rPr>
        <w:noProof/>
        <w:lang w:eastAsia="de-DE"/>
      </w:rPr>
      <mc:AlternateContent>
        <mc:Choice Requires="wpg">
          <w:drawing>
            <wp:anchor distT="0" distB="0" distL="114300" distR="114300" simplePos="0" relativeHeight="251657216" behindDoc="1" locked="1" layoutInCell="0" allowOverlap="0" wp14:anchorId="57B76A7E" wp14:editId="327D3E83">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3155BAD4" id="Gruppieren 13" o:spid="_x0000_s1026" style="position:absolute;margin-left:368.55pt;margin-top:18.6pt;width:117pt;height:801.05pt;z-index:-251659264;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14:paraId="35DA6DD5" w14:textId="77777777" w:rsidR="0093418D" w:rsidRPr="00780C80" w:rsidRDefault="0093418D" w:rsidP="0093418D">
    <w:pPr>
      <w:rPr>
        <w:lang w:val="en-US"/>
      </w:rPr>
    </w:pPr>
  </w:p>
  <w:p w14:paraId="17B44AE4" w14:textId="77777777" w:rsidR="0093418D" w:rsidRPr="00780C80" w:rsidRDefault="0093418D" w:rsidP="0093418D">
    <w:pPr>
      <w:pStyle w:val="Kopfzeile"/>
      <w:rPr>
        <w:lang w:val="en-US"/>
      </w:rPr>
    </w:pPr>
  </w:p>
  <w:p w14:paraId="7AA9BD61" w14:textId="77777777" w:rsidR="0093418D" w:rsidRPr="00780C80" w:rsidRDefault="0093418D" w:rsidP="0093418D">
    <w:pPr>
      <w:rPr>
        <w:lang w:val="en-US"/>
      </w:rPr>
    </w:pPr>
  </w:p>
  <w:p w14:paraId="5CD3270D" w14:textId="77777777" w:rsidR="0093418D" w:rsidRPr="00780C80" w:rsidRDefault="0093418D">
    <w:pPr>
      <w:pStyle w:val="Kopfzeile"/>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786412" w14:textId="77777777" w:rsidR="004C0690" w:rsidRDefault="004C0690" w:rsidP="00C3208E">
    <w:pPr>
      <w:framePr w:w="1355" w:h="907" w:hSpace="142" w:wrap="around" w:vAnchor="page" w:hAnchor="page" w:x="9007" w:y="4321" w:anchorLock="1"/>
      <w:spacing w:line="260" w:lineRule="exact"/>
      <w:rPr>
        <w:rFonts w:ascii="Arial" w:hAnsi="Arial" w:cs="Arial"/>
        <w:sz w:val="14"/>
        <w:szCs w:val="14"/>
      </w:rPr>
    </w:pPr>
  </w:p>
  <w:p w14:paraId="69A3CCBF" w14:textId="77777777" w:rsidR="004C0690" w:rsidRDefault="004C0690" w:rsidP="00C3208E">
    <w:pPr>
      <w:framePr w:w="1355" w:h="907" w:hSpace="142" w:wrap="around" w:vAnchor="page" w:hAnchor="page" w:x="9007" w:y="4321" w:anchorLock="1"/>
      <w:spacing w:line="260" w:lineRule="exact"/>
      <w:rPr>
        <w:rFonts w:ascii="Arial" w:hAnsi="Arial" w:cs="Arial"/>
        <w:sz w:val="14"/>
        <w:szCs w:val="14"/>
      </w:rPr>
    </w:pPr>
  </w:p>
  <w:p w14:paraId="4BF29CCB" w14:textId="77777777" w:rsidR="00B674B2" w:rsidRPr="003801B9" w:rsidRDefault="00780C80" w:rsidP="00C3208E">
    <w:pPr>
      <w:framePr w:w="1355" w:h="907" w:hSpace="142" w:wrap="around" w:vAnchor="page" w:hAnchor="page" w:x="9007" w:y="4321" w:anchorLock="1"/>
      <w:spacing w:line="260" w:lineRule="exact"/>
      <w:rPr>
        <w:rFonts w:ascii="Arial" w:hAnsi="Arial" w:cs="Arial"/>
      </w:rPr>
    </w:pPr>
    <w:r>
      <w:rPr>
        <w:rFonts w:ascii="Arial" w:hAnsi="Arial" w:cs="Arial"/>
        <w:sz w:val="14"/>
        <w:szCs w:val="14"/>
      </w:rPr>
      <w:t>4. Oktober 2017</w:t>
    </w:r>
  </w:p>
  <w:p w14:paraId="3575F6AE" w14:textId="77777777" w:rsidR="00B674B2" w:rsidRPr="003801B9" w:rsidRDefault="00D20BF8" w:rsidP="0093418D">
    <w:pPr>
      <w:framePr w:w="2642" w:h="363" w:hSpace="142" w:wrap="around" w:vAnchor="text" w:hAnchor="page" w:x="9007" w:y="-162"/>
      <w:rPr>
        <w:rFonts w:ascii="Arial" w:hAnsi="Arial" w:cs="Arial"/>
      </w:rPr>
    </w:pPr>
    <w:r w:rsidRPr="00D20BF8">
      <w:rPr>
        <w:rFonts w:ascii="Arial" w:hAnsi="Arial" w:cs="Arial"/>
      </w:rPr>
      <w:t>Presseinformation</w:t>
    </w:r>
  </w:p>
  <w:p w14:paraId="09855060" w14:textId="77777777"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sidRPr="003801B9">
      <w:rPr>
        <w:rFonts w:ascii="Arial" w:hAnsi="Arial" w:cs="Arial"/>
        <w:sz w:val="14"/>
        <w:szCs w:val="14"/>
      </w:rPr>
      <w:t>Walter-Wittenstein-Straße 1</w:t>
    </w:r>
  </w:p>
  <w:p w14:paraId="5A691A36"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0D1F7152"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14:paraId="0A4B1941" w14:textId="77777777"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sidRPr="00D20BF8">
      <w:rPr>
        <w:rFonts w:ascii="Arial" w:hAnsi="Arial" w:cs="Arial"/>
        <w:b/>
        <w:sz w:val="14"/>
        <w:szCs w:val="14"/>
      </w:rPr>
      <w:t>Kontakt</w:t>
    </w:r>
    <w:r w:rsidR="00B674B2" w:rsidRPr="00D20BF8">
      <w:rPr>
        <w:rFonts w:ascii="Arial" w:hAnsi="Arial" w:cs="Arial"/>
        <w:b/>
        <w:sz w:val="14"/>
        <w:szCs w:val="14"/>
      </w:rPr>
      <w:t>: Sabine Maier</w:t>
    </w:r>
  </w:p>
  <w:p w14:paraId="7E148A82" w14:textId="77777777" w:rsidR="00B674B2" w:rsidRPr="00D20BF8" w:rsidRDefault="00D20BF8" w:rsidP="00D20BF8">
    <w:pPr>
      <w:framePr w:w="2336" w:h="1627" w:hSpace="142" w:wrap="around" w:vAnchor="page" w:hAnchor="page" w:x="8971" w:y="14919" w:anchorLock="1"/>
      <w:rPr>
        <w:rFonts w:ascii="Arial" w:hAnsi="Arial" w:cs="Arial"/>
        <w:sz w:val="14"/>
        <w:szCs w:val="14"/>
      </w:rPr>
    </w:pPr>
    <w:r w:rsidRPr="00D20BF8">
      <w:rPr>
        <w:rFonts w:ascii="Arial" w:hAnsi="Arial" w:cs="Arial"/>
        <w:sz w:val="14"/>
        <w:szCs w:val="14"/>
      </w:rPr>
      <w:t>Pressesprecherin</w:t>
    </w:r>
  </w:p>
  <w:p w14:paraId="75128A65"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Tel. +49 7931 493-10399</w:t>
    </w:r>
  </w:p>
  <w:p w14:paraId="6354378E"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Fax +49 7931 493-10301</w:t>
    </w:r>
  </w:p>
  <w:p w14:paraId="30E42DF6"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E-Mail: sabine.maier@wittenstein.de</w:t>
    </w:r>
  </w:p>
  <w:p w14:paraId="3CC3F502" w14:textId="77777777" w:rsidR="00B674B2" w:rsidRPr="00D20BF8" w:rsidRDefault="00B674B2" w:rsidP="00B674B2">
    <w:pPr>
      <w:framePr w:w="2336" w:h="1627" w:hSpace="142" w:wrap="around" w:vAnchor="page" w:hAnchor="page" w:x="8971" w:y="14919" w:anchorLock="1"/>
      <w:spacing w:line="240" w:lineRule="auto"/>
      <w:rPr>
        <w:rFonts w:ascii="Arial" w:hAnsi="Arial" w:cs="Arial"/>
      </w:rPr>
    </w:pPr>
    <w:r w:rsidRPr="00D20BF8">
      <w:rPr>
        <w:rFonts w:ascii="Arial" w:hAnsi="Arial" w:cs="Arial"/>
        <w:b/>
        <w:sz w:val="14"/>
        <w:szCs w:val="14"/>
      </w:rPr>
      <w:t>www.wittenstein.de</w:t>
    </w:r>
  </w:p>
  <w:p w14:paraId="449B21DF" w14:textId="77777777" w:rsidR="00780C80" w:rsidRPr="00A22558" w:rsidRDefault="00780C80" w:rsidP="004C0690">
    <w:pPr>
      <w:framePr w:w="2563" w:h="1081" w:hSpace="142" w:wrap="around" w:vAnchor="page" w:hAnchor="page" w:x="8919" w:y="7261"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r w:rsidRPr="00A22558">
      <w:rPr>
        <w:rFonts w:ascii="ArialMT" w:hAnsi="ArialMT"/>
        <w:color w:val="000000"/>
        <w:spacing w:val="2"/>
        <w:sz w:val="14"/>
        <w:szCs w:val="14"/>
        <w:lang w:bidi="x-none"/>
      </w:rPr>
      <w:t>Die WITTENSTEIN SE entwickelt kundenspezifische Produkte, Systeme und Lösungen für hochdynamische Bewegung, präziseste Positionierung und intelligente Vernetzung in der mechatronischen Antriebstechnik.</w:t>
    </w:r>
  </w:p>
  <w:p w14:paraId="0E6F412E" w14:textId="77777777" w:rsidR="00C07EB8" w:rsidRDefault="00C07EB8" w:rsidP="00780C80">
    <w:pPr>
      <w:framePr w:w="2635" w:h="187" w:hSpace="142" w:wrap="around" w:vAnchor="page" w:hAnchor="page" w:x="8967" w:y="9829" w:anchorLock="1"/>
      <w:rPr>
        <w:rFonts w:ascii="Arial" w:hAnsi="Arial" w:cs="Arial"/>
        <w:sz w:val="14"/>
        <w:szCs w:val="14"/>
      </w:rPr>
    </w:pPr>
    <w:r w:rsidRPr="001F1097">
      <w:rPr>
        <w:rFonts w:ascii="Arial" w:hAnsi="Arial" w:cs="Arial"/>
        <w:sz w:val="14"/>
        <w:szCs w:val="14"/>
      </w:rPr>
      <w:t>Der Marknagel FITBONE</w:t>
    </w:r>
    <w:r w:rsidRPr="001F1097">
      <w:rPr>
        <w:rFonts w:ascii="Arial" w:hAnsi="Arial" w:cs="Arial"/>
        <w:sz w:val="14"/>
        <w:szCs w:val="14"/>
        <w:vertAlign w:val="superscript"/>
      </w:rPr>
      <w:t>®</w:t>
    </w:r>
    <w:r w:rsidRPr="001F1097">
      <w:rPr>
        <w:rFonts w:ascii="Arial" w:hAnsi="Arial" w:cs="Arial"/>
        <w:sz w:val="14"/>
        <w:szCs w:val="14"/>
      </w:rPr>
      <w:t xml:space="preserve"> von WITTENSTEIN intens wird ausschließlich durch speziell geschulte Chirurgen implantiert.</w:t>
    </w:r>
  </w:p>
  <w:p w14:paraId="5D243B08" w14:textId="77777777" w:rsidR="005756EF" w:rsidRPr="00F078CD" w:rsidRDefault="00780C80" w:rsidP="005756EF">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51F97A05" w14:textId="77777777" w:rsidR="00551561" w:rsidRDefault="006417C3">
    <w:pPr>
      <w:pStyle w:val="Kopfzeile"/>
    </w:pPr>
    <w:r>
      <w:rPr>
        <w:noProof/>
        <w:lang w:eastAsia="de-DE"/>
      </w:rPr>
      <mc:AlternateContent>
        <mc:Choice Requires="wpg">
          <w:drawing>
            <wp:anchor distT="0" distB="0" distL="114300" distR="114300" simplePos="0" relativeHeight="251656192" behindDoc="1" locked="1" layoutInCell="0" allowOverlap="0" wp14:anchorId="09D40029" wp14:editId="2516CCD5">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0486CF44" id="Gruppieren 5" o:spid="_x0000_s1026" style="position:absolute;margin-left:184.8pt;margin-top:18.85pt;width:300.75pt;height:801.05pt;z-index:-251660288;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">
                <v:imagedata r:id="rId2" o:title="Wittenstein"/>
                <v:path arrowok="t"/>
              </v:shape>
              <w10:wrap anchory="page"/>
              <w10:anchorlock/>
            </v:group>
          </w:pict>
        </mc:Fallback>
      </mc:AlternateContent>
    </w:r>
  </w:p>
  <w:p w14:paraId="6ACB0308" w14:textId="77777777" w:rsidR="00B23BAB" w:rsidRDefault="00B23BA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0BC23EC5"/>
    <w:multiLevelType w:val="hybridMultilevel"/>
    <w:tmpl w:val="A4002164"/>
    <w:lvl w:ilvl="0" w:tplc="68983132">
      <w:start w:val="1"/>
      <w:numFmt w:val="bullet"/>
      <w:lvlText w:val=""/>
      <w:lvlJc w:val="left"/>
      <w:pPr>
        <w:tabs>
          <w:tab w:val="num" w:pos="720"/>
        </w:tabs>
        <w:ind w:left="720" w:hanging="360"/>
      </w:pPr>
      <w:rPr>
        <w:rFonts w:ascii="Wingdings" w:hAnsi="Wingdings" w:hint="default"/>
      </w:rPr>
    </w:lvl>
    <w:lvl w:ilvl="1" w:tplc="C0D06F86" w:tentative="1">
      <w:start w:val="1"/>
      <w:numFmt w:val="bullet"/>
      <w:lvlText w:val=""/>
      <w:lvlJc w:val="left"/>
      <w:pPr>
        <w:tabs>
          <w:tab w:val="num" w:pos="1440"/>
        </w:tabs>
        <w:ind w:left="1440" w:hanging="360"/>
      </w:pPr>
      <w:rPr>
        <w:rFonts w:ascii="Wingdings" w:hAnsi="Wingdings" w:hint="default"/>
      </w:rPr>
    </w:lvl>
    <w:lvl w:ilvl="2" w:tplc="F358237E" w:tentative="1">
      <w:start w:val="1"/>
      <w:numFmt w:val="bullet"/>
      <w:lvlText w:val=""/>
      <w:lvlJc w:val="left"/>
      <w:pPr>
        <w:tabs>
          <w:tab w:val="num" w:pos="2160"/>
        </w:tabs>
        <w:ind w:left="2160" w:hanging="360"/>
      </w:pPr>
      <w:rPr>
        <w:rFonts w:ascii="Wingdings" w:hAnsi="Wingdings" w:hint="default"/>
      </w:rPr>
    </w:lvl>
    <w:lvl w:ilvl="3" w:tplc="231EB550" w:tentative="1">
      <w:start w:val="1"/>
      <w:numFmt w:val="bullet"/>
      <w:lvlText w:val=""/>
      <w:lvlJc w:val="left"/>
      <w:pPr>
        <w:tabs>
          <w:tab w:val="num" w:pos="2880"/>
        </w:tabs>
        <w:ind w:left="2880" w:hanging="360"/>
      </w:pPr>
      <w:rPr>
        <w:rFonts w:ascii="Wingdings" w:hAnsi="Wingdings" w:hint="default"/>
      </w:rPr>
    </w:lvl>
    <w:lvl w:ilvl="4" w:tplc="6B8A018E" w:tentative="1">
      <w:start w:val="1"/>
      <w:numFmt w:val="bullet"/>
      <w:lvlText w:val=""/>
      <w:lvlJc w:val="left"/>
      <w:pPr>
        <w:tabs>
          <w:tab w:val="num" w:pos="3600"/>
        </w:tabs>
        <w:ind w:left="3600" w:hanging="360"/>
      </w:pPr>
      <w:rPr>
        <w:rFonts w:ascii="Wingdings" w:hAnsi="Wingdings" w:hint="default"/>
      </w:rPr>
    </w:lvl>
    <w:lvl w:ilvl="5" w:tplc="146A7D2E" w:tentative="1">
      <w:start w:val="1"/>
      <w:numFmt w:val="bullet"/>
      <w:lvlText w:val=""/>
      <w:lvlJc w:val="left"/>
      <w:pPr>
        <w:tabs>
          <w:tab w:val="num" w:pos="4320"/>
        </w:tabs>
        <w:ind w:left="4320" w:hanging="360"/>
      </w:pPr>
      <w:rPr>
        <w:rFonts w:ascii="Wingdings" w:hAnsi="Wingdings" w:hint="default"/>
      </w:rPr>
    </w:lvl>
    <w:lvl w:ilvl="6" w:tplc="D0945DD6" w:tentative="1">
      <w:start w:val="1"/>
      <w:numFmt w:val="bullet"/>
      <w:lvlText w:val=""/>
      <w:lvlJc w:val="left"/>
      <w:pPr>
        <w:tabs>
          <w:tab w:val="num" w:pos="5040"/>
        </w:tabs>
        <w:ind w:left="5040" w:hanging="360"/>
      </w:pPr>
      <w:rPr>
        <w:rFonts w:ascii="Wingdings" w:hAnsi="Wingdings" w:hint="default"/>
      </w:rPr>
    </w:lvl>
    <w:lvl w:ilvl="7" w:tplc="69F6652A" w:tentative="1">
      <w:start w:val="1"/>
      <w:numFmt w:val="bullet"/>
      <w:lvlText w:val=""/>
      <w:lvlJc w:val="left"/>
      <w:pPr>
        <w:tabs>
          <w:tab w:val="num" w:pos="5760"/>
        </w:tabs>
        <w:ind w:left="5760" w:hanging="360"/>
      </w:pPr>
      <w:rPr>
        <w:rFonts w:ascii="Wingdings" w:hAnsi="Wingdings" w:hint="default"/>
      </w:rPr>
    </w:lvl>
    <w:lvl w:ilvl="8" w:tplc="666E1814"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7"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2E59489F"/>
    <w:multiLevelType w:val="hybridMultilevel"/>
    <w:tmpl w:val="9C46BDD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303646CD"/>
    <w:multiLevelType w:val="multilevel"/>
    <w:tmpl w:val="FBCA3F2A"/>
    <w:numStyleLink w:val="Listenformatvorlage1"/>
  </w:abstractNum>
  <w:abstractNum w:abstractNumId="20"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45C851F7"/>
    <w:multiLevelType w:val="hybridMultilevel"/>
    <w:tmpl w:val="5BF084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9" w15:restartNumberingAfterBreak="0">
    <w:nsid w:val="5D275E74"/>
    <w:multiLevelType w:val="hybridMultilevel"/>
    <w:tmpl w:val="919C9D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68C94449"/>
    <w:multiLevelType w:val="hybridMultilevel"/>
    <w:tmpl w:val="96E08550"/>
    <w:lvl w:ilvl="0" w:tplc="672C581C">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3"/>
  </w:num>
  <w:num w:numId="2">
    <w:abstractNumId w:val="21"/>
  </w:num>
  <w:num w:numId="3">
    <w:abstractNumId w:val="1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6"/>
  </w:num>
  <w:num w:numId="15">
    <w:abstractNumId w:val="10"/>
  </w:num>
  <w:num w:numId="16">
    <w:abstractNumId w:val="31"/>
  </w:num>
  <w:num w:numId="17">
    <w:abstractNumId w:val="15"/>
  </w:num>
  <w:num w:numId="18">
    <w:abstractNumId w:val="24"/>
  </w:num>
  <w:num w:numId="19">
    <w:abstractNumId w:val="27"/>
  </w:num>
  <w:num w:numId="20">
    <w:abstractNumId w:val="11"/>
  </w:num>
  <w:num w:numId="21">
    <w:abstractNumId w:val="22"/>
  </w:num>
  <w:num w:numId="22">
    <w:abstractNumId w:val="32"/>
  </w:num>
  <w:num w:numId="23">
    <w:abstractNumId w:val="20"/>
  </w:num>
  <w:num w:numId="24">
    <w:abstractNumId w:val="28"/>
  </w:num>
  <w:num w:numId="25">
    <w:abstractNumId w:val="12"/>
  </w:num>
  <w:num w:numId="26">
    <w:abstractNumId w:val="16"/>
  </w:num>
  <w:num w:numId="27">
    <w:abstractNumId w:val="17"/>
  </w:num>
  <w:num w:numId="28">
    <w:abstractNumId w:val="19"/>
  </w:num>
  <w:num w:numId="29">
    <w:abstractNumId w:val="14"/>
  </w:num>
  <w:num w:numId="30">
    <w:abstractNumId w:val="29"/>
  </w:num>
  <w:num w:numId="31">
    <w:abstractNumId w:val="25"/>
  </w:num>
  <w:num w:numId="32">
    <w:abstractNumId w:val="30"/>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8BF"/>
    <w:rsid w:val="000049DB"/>
    <w:rsid w:val="00021079"/>
    <w:rsid w:val="00040699"/>
    <w:rsid w:val="000613E1"/>
    <w:rsid w:val="0009490E"/>
    <w:rsid w:val="000E34EF"/>
    <w:rsid w:val="000E7405"/>
    <w:rsid w:val="0010111B"/>
    <w:rsid w:val="001044BF"/>
    <w:rsid w:val="00121630"/>
    <w:rsid w:val="00135091"/>
    <w:rsid w:val="00136714"/>
    <w:rsid w:val="001716BA"/>
    <w:rsid w:val="001733D2"/>
    <w:rsid w:val="001802E3"/>
    <w:rsid w:val="00181D82"/>
    <w:rsid w:val="00191663"/>
    <w:rsid w:val="00196D4D"/>
    <w:rsid w:val="001B5B84"/>
    <w:rsid w:val="001C181D"/>
    <w:rsid w:val="001D00A0"/>
    <w:rsid w:val="001F2F7F"/>
    <w:rsid w:val="002076BE"/>
    <w:rsid w:val="00211A11"/>
    <w:rsid w:val="00220017"/>
    <w:rsid w:val="00224615"/>
    <w:rsid w:val="00233686"/>
    <w:rsid w:val="002674D7"/>
    <w:rsid w:val="002B0B89"/>
    <w:rsid w:val="002C3DE8"/>
    <w:rsid w:val="002F4B6B"/>
    <w:rsid w:val="0030138F"/>
    <w:rsid w:val="00321EB2"/>
    <w:rsid w:val="00367218"/>
    <w:rsid w:val="0037398A"/>
    <w:rsid w:val="00375E59"/>
    <w:rsid w:val="003801B9"/>
    <w:rsid w:val="00394471"/>
    <w:rsid w:val="003B0DD5"/>
    <w:rsid w:val="003D588E"/>
    <w:rsid w:val="003E25F2"/>
    <w:rsid w:val="003F308A"/>
    <w:rsid w:val="00410E04"/>
    <w:rsid w:val="00430484"/>
    <w:rsid w:val="004427DB"/>
    <w:rsid w:val="00460856"/>
    <w:rsid w:val="00480BEB"/>
    <w:rsid w:val="0048435D"/>
    <w:rsid w:val="004B4462"/>
    <w:rsid w:val="004C0690"/>
    <w:rsid w:val="00502B7D"/>
    <w:rsid w:val="00515472"/>
    <w:rsid w:val="0053585A"/>
    <w:rsid w:val="00551561"/>
    <w:rsid w:val="005756EF"/>
    <w:rsid w:val="00584D23"/>
    <w:rsid w:val="005861D1"/>
    <w:rsid w:val="005A08BF"/>
    <w:rsid w:val="005C09E4"/>
    <w:rsid w:val="005E4734"/>
    <w:rsid w:val="0061515B"/>
    <w:rsid w:val="00635605"/>
    <w:rsid w:val="006417C3"/>
    <w:rsid w:val="00663D51"/>
    <w:rsid w:val="006716C1"/>
    <w:rsid w:val="00681E49"/>
    <w:rsid w:val="006874C2"/>
    <w:rsid w:val="0069402F"/>
    <w:rsid w:val="006B3925"/>
    <w:rsid w:val="006E4EFC"/>
    <w:rsid w:val="006E561A"/>
    <w:rsid w:val="006E7F99"/>
    <w:rsid w:val="006F4342"/>
    <w:rsid w:val="00721547"/>
    <w:rsid w:val="0072367D"/>
    <w:rsid w:val="00732371"/>
    <w:rsid w:val="00732AFB"/>
    <w:rsid w:val="00732EEC"/>
    <w:rsid w:val="00732F45"/>
    <w:rsid w:val="0075229B"/>
    <w:rsid w:val="00780C80"/>
    <w:rsid w:val="00787015"/>
    <w:rsid w:val="00796E4E"/>
    <w:rsid w:val="007A3FFC"/>
    <w:rsid w:val="007B2745"/>
    <w:rsid w:val="007C23EE"/>
    <w:rsid w:val="007D5EE7"/>
    <w:rsid w:val="007F373B"/>
    <w:rsid w:val="007F7F16"/>
    <w:rsid w:val="0080333D"/>
    <w:rsid w:val="00803E65"/>
    <w:rsid w:val="00822892"/>
    <w:rsid w:val="00834A9C"/>
    <w:rsid w:val="00842E29"/>
    <w:rsid w:val="00855DBB"/>
    <w:rsid w:val="00866CDB"/>
    <w:rsid w:val="00877E78"/>
    <w:rsid w:val="00877EB9"/>
    <w:rsid w:val="0088602E"/>
    <w:rsid w:val="008B1946"/>
    <w:rsid w:val="008C768F"/>
    <w:rsid w:val="008D220C"/>
    <w:rsid w:val="0090128D"/>
    <w:rsid w:val="0093418D"/>
    <w:rsid w:val="00946A59"/>
    <w:rsid w:val="00972B77"/>
    <w:rsid w:val="00980388"/>
    <w:rsid w:val="00991D35"/>
    <w:rsid w:val="00995F4C"/>
    <w:rsid w:val="009B7994"/>
    <w:rsid w:val="00A01D8C"/>
    <w:rsid w:val="00A046C6"/>
    <w:rsid w:val="00A336ED"/>
    <w:rsid w:val="00A5395A"/>
    <w:rsid w:val="00A63E36"/>
    <w:rsid w:val="00A81702"/>
    <w:rsid w:val="00AB03C5"/>
    <w:rsid w:val="00AE0015"/>
    <w:rsid w:val="00AE0190"/>
    <w:rsid w:val="00AE76B0"/>
    <w:rsid w:val="00AF69ED"/>
    <w:rsid w:val="00B02A4B"/>
    <w:rsid w:val="00B23BAB"/>
    <w:rsid w:val="00B27296"/>
    <w:rsid w:val="00B46853"/>
    <w:rsid w:val="00B674B2"/>
    <w:rsid w:val="00B67F2B"/>
    <w:rsid w:val="00BA194D"/>
    <w:rsid w:val="00BC3027"/>
    <w:rsid w:val="00BC78C1"/>
    <w:rsid w:val="00BF5603"/>
    <w:rsid w:val="00C07EB8"/>
    <w:rsid w:val="00C256E5"/>
    <w:rsid w:val="00C3208E"/>
    <w:rsid w:val="00C419F3"/>
    <w:rsid w:val="00C45C64"/>
    <w:rsid w:val="00C51008"/>
    <w:rsid w:val="00C62472"/>
    <w:rsid w:val="00C756F1"/>
    <w:rsid w:val="00C76D5E"/>
    <w:rsid w:val="00C964AC"/>
    <w:rsid w:val="00CC66A5"/>
    <w:rsid w:val="00CC7B61"/>
    <w:rsid w:val="00CD0E2F"/>
    <w:rsid w:val="00CE5F2D"/>
    <w:rsid w:val="00D141D1"/>
    <w:rsid w:val="00D20BF8"/>
    <w:rsid w:val="00D320C5"/>
    <w:rsid w:val="00D34A4E"/>
    <w:rsid w:val="00D448D5"/>
    <w:rsid w:val="00D55EA7"/>
    <w:rsid w:val="00D66B69"/>
    <w:rsid w:val="00DB0FC9"/>
    <w:rsid w:val="00DC3898"/>
    <w:rsid w:val="00DC5E12"/>
    <w:rsid w:val="00DD3C69"/>
    <w:rsid w:val="00DD7419"/>
    <w:rsid w:val="00DF442F"/>
    <w:rsid w:val="00DF603E"/>
    <w:rsid w:val="00E10F1E"/>
    <w:rsid w:val="00E200AF"/>
    <w:rsid w:val="00E25A17"/>
    <w:rsid w:val="00E43C70"/>
    <w:rsid w:val="00E55123"/>
    <w:rsid w:val="00E6035D"/>
    <w:rsid w:val="00E6181A"/>
    <w:rsid w:val="00E63DEB"/>
    <w:rsid w:val="00E9507C"/>
    <w:rsid w:val="00EE24F4"/>
    <w:rsid w:val="00EE4BF9"/>
    <w:rsid w:val="00EE65AB"/>
    <w:rsid w:val="00F007ED"/>
    <w:rsid w:val="00F035A4"/>
    <w:rsid w:val="00F1483E"/>
    <w:rsid w:val="00F26EC3"/>
    <w:rsid w:val="00F41791"/>
    <w:rsid w:val="00F60C96"/>
    <w:rsid w:val="00F628B7"/>
    <w:rsid w:val="00F67499"/>
    <w:rsid w:val="00F76AEE"/>
    <w:rsid w:val="00FA2821"/>
    <w:rsid w:val="00FA5796"/>
    <w:rsid w:val="00FB01CE"/>
    <w:rsid w:val="00FD4677"/>
    <w:rsid w:val="00FE362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10711F0"/>
  <w15:docId w15:val="{A5FF04FB-DD11-40EF-80E2-2C38EC677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0BF8"/>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character" w:customStyle="1" w:styleId="st">
    <w:name w:val="st"/>
    <w:basedOn w:val="Absatz-Standardschriftart"/>
    <w:rsid w:val="00410E04"/>
  </w:style>
  <w:style w:type="character" w:styleId="Kommentarzeichen">
    <w:name w:val="annotation reference"/>
    <w:basedOn w:val="Absatz-Standardschriftart"/>
    <w:uiPriority w:val="99"/>
    <w:semiHidden/>
    <w:unhideWhenUsed/>
    <w:rsid w:val="00A01D8C"/>
    <w:rPr>
      <w:sz w:val="16"/>
      <w:szCs w:val="16"/>
    </w:rPr>
  </w:style>
  <w:style w:type="paragraph" w:styleId="Kommentartext">
    <w:name w:val="annotation text"/>
    <w:basedOn w:val="Standard"/>
    <w:link w:val="KommentartextZchn"/>
    <w:uiPriority w:val="99"/>
    <w:semiHidden/>
    <w:unhideWhenUsed/>
    <w:rsid w:val="00A01D8C"/>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A01D8C"/>
    <w:rPr>
      <w:sz w:val="20"/>
      <w:szCs w:val="20"/>
    </w:rPr>
  </w:style>
  <w:style w:type="paragraph" w:styleId="Kommentarthema">
    <w:name w:val="annotation subject"/>
    <w:basedOn w:val="Kommentartext"/>
    <w:next w:val="Kommentartext"/>
    <w:link w:val="KommentarthemaZchn"/>
    <w:uiPriority w:val="99"/>
    <w:semiHidden/>
    <w:unhideWhenUsed/>
    <w:rsid w:val="00A01D8C"/>
    <w:rPr>
      <w:b/>
      <w:bCs/>
    </w:rPr>
  </w:style>
  <w:style w:type="character" w:customStyle="1" w:styleId="KommentarthemaZchn">
    <w:name w:val="Kommentarthema Zchn"/>
    <w:basedOn w:val="KommentartextZchn"/>
    <w:link w:val="Kommentarthema"/>
    <w:uiPriority w:val="99"/>
    <w:semiHidden/>
    <w:rsid w:val="00A01D8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6521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ittenstein.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sitzer\Desktop\Eigene%20Dateien\AAA-TOP%20MEDIA\KUNDEN\WITTENSTEIN%20AG\2015\HMI%202015\PM%20Hermes%20Award%20TOP%205.dotx" TargetMode="External"/></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docProps/app.xml><?xml version="1.0" encoding="utf-8"?>
<Properties xmlns="http://schemas.openxmlformats.org/officeDocument/2006/extended-properties" xmlns:vt="http://schemas.openxmlformats.org/officeDocument/2006/docPropsVTypes">
  <Template>PM Hermes Award TOP 5.dotx</Template>
  <TotalTime>0</TotalTime>
  <Pages>2</Pages>
  <Words>612</Words>
  <Characters>3858</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4462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Maier, Sabine</dc:creator>
  <cp:lastModifiedBy>Riedmeyr, Julia</cp:lastModifiedBy>
  <cp:revision>10</cp:revision>
  <cp:lastPrinted>2017-09-29T06:20:00Z</cp:lastPrinted>
  <dcterms:created xsi:type="dcterms:W3CDTF">2017-10-05T06:09:00Z</dcterms:created>
  <dcterms:modified xsi:type="dcterms:W3CDTF">2017-10-05T13:00:00Z</dcterms:modified>
</cp:coreProperties>
</file>